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9747C" w14:textId="77777777" w:rsidR="00740CC0" w:rsidRPr="000961B9" w:rsidRDefault="00740CC0" w:rsidP="00657D4A">
      <w:pPr>
        <w:pStyle w:val="DivisionorProgram"/>
      </w:pPr>
      <w:r w:rsidRPr="000961B9">
        <w:t xml:space="preserve">division or program, </w:t>
      </w:r>
      <w:r w:rsidR="000961B9">
        <w:t>PT Serif</w:t>
      </w:r>
      <w:r w:rsidRPr="000961B9">
        <w:t xml:space="preserve">, bold, purple 100%, 10pt, </w:t>
      </w:r>
      <w:r w:rsidR="00247A01" w:rsidRPr="000961B9">
        <w:t>1</w:t>
      </w:r>
      <w:r w:rsidRPr="000961B9">
        <w:t xml:space="preserve"> line</w:t>
      </w:r>
    </w:p>
    <w:p w14:paraId="09F6AE50" w14:textId="77777777" w:rsidR="00740CC0" w:rsidRPr="000961B9" w:rsidRDefault="0077676D" w:rsidP="00FD6E65">
      <w:pPr>
        <w:pStyle w:val="HeaderArial"/>
        <w:spacing w:line="240" w:lineRule="auto"/>
      </w:pPr>
      <w:r w:rsidRPr="000961B9">
        <w:t>h</w:t>
      </w:r>
      <w:r w:rsidR="00740CC0" w:rsidRPr="000961B9">
        <w:t xml:space="preserve">eader </w:t>
      </w:r>
      <w:r w:rsidR="000961B9">
        <w:t>PT Serif</w:t>
      </w:r>
      <w:r w:rsidR="00740CC0" w:rsidRPr="000961B9">
        <w:t>, bold, purple 100%, 21pt/</w:t>
      </w:r>
      <w:r w:rsidR="00A533BB" w:rsidRPr="000961B9">
        <w:t>1</w:t>
      </w:r>
      <w:r w:rsidR="00FD6E65" w:rsidRPr="000961B9">
        <w:t xml:space="preserve"> </w:t>
      </w:r>
      <w:r w:rsidR="00A533BB" w:rsidRPr="000961B9">
        <w:t>line</w:t>
      </w:r>
      <w:r w:rsidR="000914D6" w:rsidRPr="000961B9">
        <w:br/>
      </w:r>
    </w:p>
    <w:p w14:paraId="5789F0E1" w14:textId="77777777" w:rsidR="00BF1CFB" w:rsidRPr="000961B9" w:rsidRDefault="00BF1CFB" w:rsidP="00510C96">
      <w:pPr>
        <w:pStyle w:val="Question"/>
      </w:pPr>
    </w:p>
    <w:p w14:paraId="61EABBF5" w14:textId="77777777" w:rsidR="00510C96" w:rsidRPr="000961B9" w:rsidRDefault="00510C96" w:rsidP="00510C96">
      <w:pPr>
        <w:pStyle w:val="Question"/>
      </w:pPr>
      <w:r w:rsidRPr="000961B9">
        <w:t xml:space="preserve">Q:   Question. </w:t>
      </w:r>
      <w:r w:rsidR="000961B9">
        <w:t>PT Serif</w:t>
      </w:r>
      <w:r w:rsidRPr="000961B9">
        <w:t>, bold, pu</w:t>
      </w:r>
      <w:r w:rsidR="0077676D" w:rsidRPr="000961B9">
        <w:t>r</w:t>
      </w:r>
      <w:r w:rsidRPr="000961B9">
        <w:t xml:space="preserve">ple 100%, 10pt/1.25 lines. Lorem ipsum dolor sit </w:t>
      </w:r>
      <w:proofErr w:type="spellStart"/>
      <w:r w:rsidRPr="000961B9">
        <w:t>amet</w:t>
      </w:r>
      <w:proofErr w:type="spellEnd"/>
      <w:r w:rsidRPr="000961B9">
        <w:t xml:space="preserve">, </w:t>
      </w:r>
      <w:proofErr w:type="spellStart"/>
      <w:r w:rsidRPr="000961B9">
        <w:t>consectetur</w:t>
      </w:r>
      <w:proofErr w:type="spellEnd"/>
      <w:r w:rsidRPr="000961B9">
        <w:t> </w:t>
      </w:r>
    </w:p>
    <w:p w14:paraId="05398624" w14:textId="77777777" w:rsidR="00510C96" w:rsidRPr="000961B9" w:rsidRDefault="00510C96" w:rsidP="00510C96">
      <w:pPr>
        <w:pStyle w:val="Question"/>
      </w:pPr>
      <w:r w:rsidRPr="000961B9">
        <w:t xml:space="preserve">       </w:t>
      </w:r>
      <w:proofErr w:type="spellStart"/>
      <w:r w:rsidRPr="000961B9">
        <w:t>adipiscing</w:t>
      </w:r>
      <w:proofErr w:type="spellEnd"/>
      <w:r w:rsidRPr="000961B9">
        <w:t xml:space="preserve"> </w:t>
      </w:r>
      <w:proofErr w:type="spellStart"/>
      <w:r w:rsidRPr="000961B9">
        <w:t>elit</w:t>
      </w:r>
      <w:proofErr w:type="spellEnd"/>
      <w:r w:rsidRPr="000961B9">
        <w:t xml:space="preserve">, sed do </w:t>
      </w:r>
      <w:proofErr w:type="spellStart"/>
      <w:r w:rsidRPr="000961B9">
        <w:t>eiusmod</w:t>
      </w:r>
      <w:proofErr w:type="spellEnd"/>
      <w:r w:rsidRPr="000961B9">
        <w:t xml:space="preserve"> </w:t>
      </w:r>
      <w:proofErr w:type="spellStart"/>
      <w:r w:rsidRPr="000961B9">
        <w:t>tempor</w:t>
      </w:r>
      <w:proofErr w:type="spellEnd"/>
      <w:r w:rsidRPr="000961B9">
        <w:t xml:space="preserve"> </w:t>
      </w:r>
      <w:proofErr w:type="spellStart"/>
      <w:r w:rsidRPr="000961B9">
        <w:t>incididunt</w:t>
      </w:r>
      <w:proofErr w:type="spellEnd"/>
      <w:r w:rsidRPr="000961B9">
        <w:t xml:space="preserve"> </w:t>
      </w:r>
      <w:proofErr w:type="spellStart"/>
      <w:r w:rsidRPr="000961B9">
        <w:t>ut</w:t>
      </w:r>
      <w:proofErr w:type="spellEnd"/>
      <w:r w:rsidRPr="000961B9">
        <w:t xml:space="preserve"> labore et dolore magna </w:t>
      </w:r>
      <w:proofErr w:type="spellStart"/>
      <w:r w:rsidRPr="000961B9">
        <w:t>aliqua</w:t>
      </w:r>
      <w:proofErr w:type="spellEnd"/>
      <w:r w:rsidRPr="000961B9">
        <w:t>. </w:t>
      </w:r>
    </w:p>
    <w:p w14:paraId="0ADBC848" w14:textId="77777777" w:rsidR="00510C96" w:rsidRPr="003B5830" w:rsidRDefault="00510C96" w:rsidP="00510C96">
      <w:pPr>
        <w:pStyle w:val="Question"/>
        <w:rPr>
          <w:rFonts w:ascii="Source Sans Pro" w:hAnsi="Source Sans Pro"/>
        </w:rPr>
      </w:pPr>
    </w:p>
    <w:p w14:paraId="2C9F2449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A:   Answer. </w:t>
      </w:r>
      <w:r w:rsidR="000961B9">
        <w:rPr>
          <w:color w:val="000000" w:themeColor="text1"/>
        </w:rPr>
        <w:t>Source Sans Pro</w:t>
      </w:r>
      <w:r w:rsidR="0077676D" w:rsidRPr="000961B9">
        <w:rPr>
          <w:color w:val="000000" w:themeColor="text1"/>
        </w:rPr>
        <w:t>, regular, black 10</w:t>
      </w:r>
      <w:r w:rsidR="00F22C87" w:rsidRPr="000961B9">
        <w:rPr>
          <w:color w:val="000000" w:themeColor="text1"/>
        </w:rPr>
        <w:t>0% 10pt/</w:t>
      </w:r>
      <w:r w:rsidRPr="000961B9">
        <w:rPr>
          <w:color w:val="000000" w:themeColor="text1"/>
        </w:rPr>
        <w:t xml:space="preserve">1.25 lines. Lorem ipsum dolor sit </w:t>
      </w:r>
      <w:proofErr w:type="spellStart"/>
      <w:r w:rsidRPr="000961B9">
        <w:rPr>
          <w:color w:val="000000" w:themeColor="text1"/>
        </w:rPr>
        <w:t>amet</w:t>
      </w:r>
      <w:proofErr w:type="spellEnd"/>
      <w:r w:rsidRPr="000961B9">
        <w:rPr>
          <w:color w:val="000000" w:themeColor="text1"/>
        </w:rPr>
        <w:t xml:space="preserve">, </w:t>
      </w:r>
      <w:proofErr w:type="spellStart"/>
      <w:r w:rsidRPr="000961B9">
        <w:rPr>
          <w:color w:val="000000" w:themeColor="text1"/>
        </w:rPr>
        <w:t>consectetur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adipiscing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elit</w:t>
      </w:r>
      <w:proofErr w:type="spellEnd"/>
      <w:r w:rsidRPr="000961B9">
        <w:rPr>
          <w:color w:val="000000" w:themeColor="text1"/>
        </w:rPr>
        <w:t>, sed do </w:t>
      </w:r>
    </w:p>
    <w:p w14:paraId="703FCBD9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       </w:t>
      </w:r>
      <w:proofErr w:type="spellStart"/>
      <w:r w:rsidRPr="000961B9">
        <w:rPr>
          <w:color w:val="000000" w:themeColor="text1"/>
        </w:rPr>
        <w:t>eiusmod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proofErr w:type="gramStart"/>
      <w:r w:rsidRPr="000961B9">
        <w:rPr>
          <w:color w:val="000000" w:themeColor="text1"/>
        </w:rPr>
        <w:t>tempor</w:t>
      </w:r>
      <w:proofErr w:type="spellEnd"/>
      <w:r w:rsidRPr="000961B9">
        <w:rPr>
          <w:color w:val="000000" w:themeColor="text1"/>
        </w:rPr>
        <w:t xml:space="preserve">  </w:t>
      </w:r>
      <w:proofErr w:type="spellStart"/>
      <w:r w:rsidRPr="000961B9">
        <w:rPr>
          <w:color w:val="000000" w:themeColor="text1"/>
        </w:rPr>
        <w:t>incididunt</w:t>
      </w:r>
      <w:proofErr w:type="spellEnd"/>
      <w:proofErr w:type="gram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ut</w:t>
      </w:r>
      <w:proofErr w:type="spellEnd"/>
      <w:r w:rsidRPr="000961B9">
        <w:rPr>
          <w:color w:val="000000" w:themeColor="text1"/>
        </w:rPr>
        <w:t xml:space="preserve"> labore et dolore magna </w:t>
      </w:r>
      <w:proofErr w:type="spellStart"/>
      <w:r w:rsidRPr="000961B9">
        <w:rPr>
          <w:color w:val="000000" w:themeColor="text1"/>
        </w:rPr>
        <w:t>aliqua</w:t>
      </w:r>
      <w:proofErr w:type="spellEnd"/>
      <w:r w:rsidRPr="000961B9">
        <w:rPr>
          <w:color w:val="000000" w:themeColor="text1"/>
        </w:rPr>
        <w:t>.</w:t>
      </w:r>
    </w:p>
    <w:p w14:paraId="5A7C4109" w14:textId="77777777" w:rsidR="00510C96" w:rsidRPr="000961B9" w:rsidRDefault="00510C96" w:rsidP="00510C96">
      <w:pPr>
        <w:pStyle w:val="BodyCopyIndent"/>
        <w:rPr>
          <w:color w:val="000000" w:themeColor="text1"/>
        </w:rPr>
      </w:pPr>
      <w:r w:rsidRPr="000961B9">
        <w:rPr>
          <w:color w:val="000000" w:themeColor="text1"/>
        </w:rPr>
        <w:t>       Features:</w:t>
      </w:r>
    </w:p>
    <w:p w14:paraId="6BD7E430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1</w:t>
      </w:r>
    </w:p>
    <w:p w14:paraId="5459F12F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2</w:t>
      </w:r>
    </w:p>
    <w:p w14:paraId="198679B5" w14:textId="77777777" w:rsidR="00510C96" w:rsidRPr="003B5830" w:rsidRDefault="00510C96" w:rsidP="000F3D33">
      <w:pPr>
        <w:pStyle w:val="SideTitle"/>
        <w:rPr>
          <w:rFonts w:ascii="Source Sans Pro" w:hAnsi="Source Sans Pro"/>
        </w:rPr>
      </w:pPr>
    </w:p>
    <w:p w14:paraId="56F7E23B" w14:textId="77777777" w:rsidR="00510C96" w:rsidRPr="000961B9" w:rsidRDefault="00510C96" w:rsidP="00510C96">
      <w:pPr>
        <w:pStyle w:val="Question"/>
      </w:pPr>
      <w:r w:rsidRPr="000961B9">
        <w:t xml:space="preserve">Q:   Question. </w:t>
      </w:r>
      <w:r w:rsidR="000961B9">
        <w:t>PT Serif</w:t>
      </w:r>
      <w:r w:rsidRPr="000961B9">
        <w:t>, bold, pu</w:t>
      </w:r>
      <w:r w:rsidR="0077676D" w:rsidRPr="000961B9">
        <w:t>r</w:t>
      </w:r>
      <w:r w:rsidRPr="000961B9">
        <w:t xml:space="preserve">ple 100%, 10pt/1.25 lines. Lorem ipsum dolor sit </w:t>
      </w:r>
      <w:proofErr w:type="spellStart"/>
      <w:r w:rsidRPr="000961B9">
        <w:t>amet</w:t>
      </w:r>
      <w:proofErr w:type="spellEnd"/>
      <w:r w:rsidRPr="000961B9">
        <w:t xml:space="preserve">, </w:t>
      </w:r>
      <w:proofErr w:type="spellStart"/>
      <w:r w:rsidRPr="000961B9">
        <w:t>consectetur</w:t>
      </w:r>
      <w:proofErr w:type="spellEnd"/>
      <w:r w:rsidRPr="000961B9">
        <w:t> </w:t>
      </w:r>
    </w:p>
    <w:p w14:paraId="7EAEC43A" w14:textId="77777777" w:rsidR="00510C96" w:rsidRPr="000961B9" w:rsidRDefault="00510C96" w:rsidP="00510C96">
      <w:pPr>
        <w:pStyle w:val="Question"/>
      </w:pPr>
      <w:r w:rsidRPr="000961B9">
        <w:t xml:space="preserve">       </w:t>
      </w:r>
      <w:proofErr w:type="spellStart"/>
      <w:r w:rsidRPr="000961B9">
        <w:t>adipiscing</w:t>
      </w:r>
      <w:proofErr w:type="spellEnd"/>
      <w:r w:rsidRPr="000961B9">
        <w:t xml:space="preserve"> </w:t>
      </w:r>
      <w:proofErr w:type="spellStart"/>
      <w:r w:rsidRPr="000961B9">
        <w:t>elit</w:t>
      </w:r>
      <w:proofErr w:type="spellEnd"/>
      <w:r w:rsidRPr="000961B9">
        <w:t xml:space="preserve">, sed do </w:t>
      </w:r>
      <w:proofErr w:type="spellStart"/>
      <w:r w:rsidRPr="000961B9">
        <w:t>eiusmod</w:t>
      </w:r>
      <w:proofErr w:type="spellEnd"/>
      <w:r w:rsidRPr="000961B9">
        <w:t xml:space="preserve"> </w:t>
      </w:r>
      <w:proofErr w:type="spellStart"/>
      <w:r w:rsidRPr="000961B9">
        <w:t>tempor</w:t>
      </w:r>
      <w:proofErr w:type="spellEnd"/>
      <w:r w:rsidRPr="000961B9">
        <w:t xml:space="preserve"> </w:t>
      </w:r>
      <w:proofErr w:type="spellStart"/>
      <w:r w:rsidRPr="000961B9">
        <w:t>incididunt</w:t>
      </w:r>
      <w:proofErr w:type="spellEnd"/>
      <w:r w:rsidRPr="000961B9">
        <w:t xml:space="preserve"> </w:t>
      </w:r>
      <w:proofErr w:type="spellStart"/>
      <w:r w:rsidRPr="000961B9">
        <w:t>ut</w:t>
      </w:r>
      <w:proofErr w:type="spellEnd"/>
      <w:r w:rsidRPr="000961B9">
        <w:t xml:space="preserve"> labore et dolore magna </w:t>
      </w:r>
      <w:proofErr w:type="spellStart"/>
      <w:r w:rsidRPr="000961B9">
        <w:t>aliqua</w:t>
      </w:r>
      <w:proofErr w:type="spellEnd"/>
      <w:r w:rsidRPr="000961B9">
        <w:t>. </w:t>
      </w:r>
    </w:p>
    <w:p w14:paraId="11AADA43" w14:textId="77777777" w:rsidR="00510C96" w:rsidRPr="003B5830" w:rsidRDefault="00510C96" w:rsidP="00510C96">
      <w:pPr>
        <w:pStyle w:val="Question"/>
        <w:rPr>
          <w:rFonts w:ascii="Source Sans Pro" w:hAnsi="Source Sans Pro"/>
          <w:color w:val="000000" w:themeColor="text1"/>
        </w:rPr>
      </w:pPr>
    </w:p>
    <w:p w14:paraId="6283F31C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A:   Answer. </w:t>
      </w:r>
      <w:r w:rsidR="000961B9">
        <w:rPr>
          <w:color w:val="000000" w:themeColor="text1"/>
        </w:rPr>
        <w:t>Source Sans Pro</w:t>
      </w:r>
      <w:r w:rsidR="00F22C87" w:rsidRPr="000961B9">
        <w:rPr>
          <w:color w:val="000000" w:themeColor="text1"/>
        </w:rPr>
        <w:t>, regular, black</w:t>
      </w:r>
      <w:r w:rsidR="0077676D" w:rsidRPr="000961B9">
        <w:rPr>
          <w:color w:val="000000" w:themeColor="text1"/>
        </w:rPr>
        <w:t xml:space="preserve"> 10</w:t>
      </w:r>
      <w:r w:rsidR="00F22C87" w:rsidRPr="000961B9">
        <w:rPr>
          <w:color w:val="000000" w:themeColor="text1"/>
        </w:rPr>
        <w:t>0% 10pt/</w:t>
      </w:r>
      <w:r w:rsidRPr="000961B9">
        <w:rPr>
          <w:color w:val="000000" w:themeColor="text1"/>
        </w:rPr>
        <w:t xml:space="preserve">1.25 lines. Lorem ipsum dolor sit </w:t>
      </w:r>
      <w:proofErr w:type="spellStart"/>
      <w:r w:rsidRPr="000961B9">
        <w:rPr>
          <w:color w:val="000000" w:themeColor="text1"/>
        </w:rPr>
        <w:t>amet</w:t>
      </w:r>
      <w:proofErr w:type="spellEnd"/>
      <w:r w:rsidRPr="000961B9">
        <w:rPr>
          <w:color w:val="000000" w:themeColor="text1"/>
        </w:rPr>
        <w:t xml:space="preserve">, </w:t>
      </w:r>
      <w:proofErr w:type="spellStart"/>
      <w:r w:rsidRPr="000961B9">
        <w:rPr>
          <w:color w:val="000000" w:themeColor="text1"/>
        </w:rPr>
        <w:t>consectetur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adipiscing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elit</w:t>
      </w:r>
      <w:proofErr w:type="spellEnd"/>
      <w:r w:rsidRPr="000961B9">
        <w:rPr>
          <w:color w:val="000000" w:themeColor="text1"/>
        </w:rPr>
        <w:t>, sed do </w:t>
      </w:r>
    </w:p>
    <w:p w14:paraId="7B1270E7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       </w:t>
      </w:r>
      <w:proofErr w:type="spellStart"/>
      <w:r w:rsidRPr="000961B9">
        <w:rPr>
          <w:color w:val="000000" w:themeColor="text1"/>
        </w:rPr>
        <w:t>eiusmod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proofErr w:type="gramStart"/>
      <w:r w:rsidRPr="000961B9">
        <w:rPr>
          <w:color w:val="000000" w:themeColor="text1"/>
        </w:rPr>
        <w:t>tempor</w:t>
      </w:r>
      <w:proofErr w:type="spellEnd"/>
      <w:r w:rsidRPr="000961B9">
        <w:rPr>
          <w:color w:val="000000" w:themeColor="text1"/>
        </w:rPr>
        <w:t xml:space="preserve">  </w:t>
      </w:r>
      <w:proofErr w:type="spellStart"/>
      <w:r w:rsidRPr="000961B9">
        <w:rPr>
          <w:color w:val="000000" w:themeColor="text1"/>
        </w:rPr>
        <w:t>incididunt</w:t>
      </w:r>
      <w:proofErr w:type="spellEnd"/>
      <w:proofErr w:type="gram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ut</w:t>
      </w:r>
      <w:proofErr w:type="spellEnd"/>
      <w:r w:rsidRPr="000961B9">
        <w:rPr>
          <w:color w:val="000000" w:themeColor="text1"/>
        </w:rPr>
        <w:t xml:space="preserve"> labore et dolore magna </w:t>
      </w:r>
      <w:proofErr w:type="spellStart"/>
      <w:r w:rsidRPr="000961B9">
        <w:rPr>
          <w:color w:val="000000" w:themeColor="text1"/>
        </w:rPr>
        <w:t>aliqua</w:t>
      </w:r>
      <w:proofErr w:type="spellEnd"/>
      <w:r w:rsidRPr="000961B9">
        <w:rPr>
          <w:color w:val="000000" w:themeColor="text1"/>
        </w:rPr>
        <w:t>.</w:t>
      </w:r>
    </w:p>
    <w:p w14:paraId="0D82582A" w14:textId="77777777" w:rsidR="00510C96" w:rsidRPr="000961B9" w:rsidRDefault="00510C96" w:rsidP="00510C96">
      <w:pPr>
        <w:pStyle w:val="BodyCopyIndent"/>
        <w:rPr>
          <w:color w:val="000000" w:themeColor="text1"/>
        </w:rPr>
      </w:pPr>
      <w:r w:rsidRPr="000961B9">
        <w:rPr>
          <w:color w:val="000000" w:themeColor="text1"/>
        </w:rPr>
        <w:t>       Features:</w:t>
      </w:r>
    </w:p>
    <w:p w14:paraId="5C7CFBAD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1</w:t>
      </w:r>
    </w:p>
    <w:p w14:paraId="41D0136F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2</w:t>
      </w:r>
    </w:p>
    <w:p w14:paraId="66865F44" w14:textId="77777777" w:rsidR="00510C96" w:rsidRPr="003B5830" w:rsidRDefault="00510C96" w:rsidP="000F3D33">
      <w:pPr>
        <w:pStyle w:val="SideTitle"/>
        <w:rPr>
          <w:rFonts w:ascii="Source Sans Pro" w:hAnsi="Source Sans Pro"/>
        </w:rPr>
      </w:pPr>
    </w:p>
    <w:p w14:paraId="4C019AA7" w14:textId="77777777" w:rsidR="00510C96" w:rsidRPr="000961B9" w:rsidRDefault="00510C96" w:rsidP="00510C96">
      <w:pPr>
        <w:pStyle w:val="Question"/>
      </w:pPr>
      <w:r w:rsidRPr="000961B9">
        <w:t xml:space="preserve">Q:   Question. </w:t>
      </w:r>
      <w:r w:rsidR="000961B9">
        <w:t>PT Serif</w:t>
      </w:r>
      <w:r w:rsidRPr="000961B9">
        <w:t>, bold, pu</w:t>
      </w:r>
      <w:r w:rsidR="0077676D" w:rsidRPr="000961B9">
        <w:t>r</w:t>
      </w:r>
      <w:r w:rsidRPr="000961B9">
        <w:t xml:space="preserve">ple 100%, 10pt/1.25 lines. Lorem ipsum dolor sit </w:t>
      </w:r>
      <w:proofErr w:type="spellStart"/>
      <w:r w:rsidRPr="000961B9">
        <w:t>amet</w:t>
      </w:r>
      <w:proofErr w:type="spellEnd"/>
      <w:r w:rsidRPr="000961B9">
        <w:t xml:space="preserve">, </w:t>
      </w:r>
      <w:proofErr w:type="spellStart"/>
      <w:r w:rsidRPr="000961B9">
        <w:t>consectetur</w:t>
      </w:r>
      <w:proofErr w:type="spellEnd"/>
      <w:r w:rsidRPr="000961B9">
        <w:t> </w:t>
      </w:r>
    </w:p>
    <w:p w14:paraId="7496E888" w14:textId="77777777" w:rsidR="00510C96" w:rsidRPr="000961B9" w:rsidRDefault="00510C96" w:rsidP="00510C96">
      <w:pPr>
        <w:pStyle w:val="Question"/>
      </w:pPr>
      <w:r w:rsidRPr="000961B9">
        <w:t xml:space="preserve">       </w:t>
      </w:r>
      <w:proofErr w:type="spellStart"/>
      <w:r w:rsidRPr="000961B9">
        <w:t>adipiscing</w:t>
      </w:r>
      <w:proofErr w:type="spellEnd"/>
      <w:r w:rsidRPr="000961B9">
        <w:t xml:space="preserve"> </w:t>
      </w:r>
      <w:proofErr w:type="spellStart"/>
      <w:r w:rsidRPr="000961B9">
        <w:t>elit</w:t>
      </w:r>
      <w:proofErr w:type="spellEnd"/>
      <w:r w:rsidRPr="000961B9">
        <w:t xml:space="preserve">, sed do </w:t>
      </w:r>
      <w:proofErr w:type="spellStart"/>
      <w:r w:rsidRPr="000961B9">
        <w:t>eiusmod</w:t>
      </w:r>
      <w:proofErr w:type="spellEnd"/>
      <w:r w:rsidRPr="000961B9">
        <w:t xml:space="preserve"> </w:t>
      </w:r>
      <w:proofErr w:type="spellStart"/>
      <w:r w:rsidRPr="000961B9">
        <w:t>tempor</w:t>
      </w:r>
      <w:proofErr w:type="spellEnd"/>
      <w:r w:rsidRPr="000961B9">
        <w:t xml:space="preserve"> </w:t>
      </w:r>
      <w:proofErr w:type="spellStart"/>
      <w:r w:rsidRPr="000961B9">
        <w:t>incididunt</w:t>
      </w:r>
      <w:proofErr w:type="spellEnd"/>
      <w:r w:rsidRPr="000961B9">
        <w:t xml:space="preserve"> </w:t>
      </w:r>
      <w:proofErr w:type="spellStart"/>
      <w:r w:rsidRPr="000961B9">
        <w:t>ut</w:t>
      </w:r>
      <w:proofErr w:type="spellEnd"/>
      <w:r w:rsidRPr="000961B9">
        <w:t xml:space="preserve"> labore et dolore magna </w:t>
      </w:r>
      <w:proofErr w:type="spellStart"/>
      <w:r w:rsidRPr="000961B9">
        <w:t>aliqua</w:t>
      </w:r>
      <w:proofErr w:type="spellEnd"/>
      <w:r w:rsidRPr="000961B9">
        <w:t>. </w:t>
      </w:r>
    </w:p>
    <w:p w14:paraId="5C63B0E0" w14:textId="77777777" w:rsidR="00510C96" w:rsidRPr="003B5830" w:rsidRDefault="00510C96" w:rsidP="00510C96">
      <w:pPr>
        <w:pStyle w:val="Question"/>
        <w:rPr>
          <w:rFonts w:ascii="Source Sans Pro" w:hAnsi="Source Sans Pro"/>
        </w:rPr>
      </w:pPr>
    </w:p>
    <w:p w14:paraId="77856ACC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A:   Answer. </w:t>
      </w:r>
      <w:r w:rsidR="000961B9">
        <w:rPr>
          <w:color w:val="000000" w:themeColor="text1"/>
        </w:rPr>
        <w:t>Source Sans Pro</w:t>
      </w:r>
      <w:r w:rsidRPr="000961B9">
        <w:rPr>
          <w:color w:val="000000" w:themeColor="text1"/>
        </w:rPr>
        <w:t>, regular, black</w:t>
      </w:r>
      <w:r w:rsidR="0077676D" w:rsidRPr="000961B9">
        <w:rPr>
          <w:color w:val="000000" w:themeColor="text1"/>
        </w:rPr>
        <w:t xml:space="preserve"> 10</w:t>
      </w:r>
      <w:r w:rsidRPr="000961B9">
        <w:rPr>
          <w:color w:val="000000" w:themeColor="text1"/>
        </w:rPr>
        <w:t xml:space="preserve">0% 10pt/1.25 lines. Lorem ipsum dolor sit </w:t>
      </w:r>
      <w:proofErr w:type="spellStart"/>
      <w:r w:rsidRPr="000961B9">
        <w:rPr>
          <w:color w:val="000000" w:themeColor="text1"/>
        </w:rPr>
        <w:t>amet</w:t>
      </w:r>
      <w:proofErr w:type="spellEnd"/>
      <w:r w:rsidRPr="000961B9">
        <w:rPr>
          <w:color w:val="000000" w:themeColor="text1"/>
        </w:rPr>
        <w:t xml:space="preserve">, </w:t>
      </w:r>
      <w:proofErr w:type="spellStart"/>
      <w:r w:rsidRPr="000961B9">
        <w:rPr>
          <w:color w:val="000000" w:themeColor="text1"/>
        </w:rPr>
        <w:t>consectetur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adipiscing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elit</w:t>
      </w:r>
      <w:proofErr w:type="spellEnd"/>
      <w:r w:rsidRPr="000961B9">
        <w:rPr>
          <w:color w:val="000000" w:themeColor="text1"/>
        </w:rPr>
        <w:t>, sed do </w:t>
      </w:r>
    </w:p>
    <w:p w14:paraId="545F03C0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       </w:t>
      </w:r>
      <w:proofErr w:type="spellStart"/>
      <w:r w:rsidRPr="000961B9">
        <w:rPr>
          <w:color w:val="000000" w:themeColor="text1"/>
        </w:rPr>
        <w:t>eiusmod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proofErr w:type="gramStart"/>
      <w:r w:rsidRPr="000961B9">
        <w:rPr>
          <w:color w:val="000000" w:themeColor="text1"/>
        </w:rPr>
        <w:t>tempor</w:t>
      </w:r>
      <w:proofErr w:type="spellEnd"/>
      <w:r w:rsidRPr="000961B9">
        <w:rPr>
          <w:color w:val="000000" w:themeColor="text1"/>
        </w:rPr>
        <w:t xml:space="preserve">  </w:t>
      </w:r>
      <w:proofErr w:type="spellStart"/>
      <w:r w:rsidRPr="000961B9">
        <w:rPr>
          <w:color w:val="000000" w:themeColor="text1"/>
        </w:rPr>
        <w:t>incididunt</w:t>
      </w:r>
      <w:proofErr w:type="spellEnd"/>
      <w:proofErr w:type="gram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ut</w:t>
      </w:r>
      <w:proofErr w:type="spellEnd"/>
      <w:r w:rsidRPr="000961B9">
        <w:rPr>
          <w:color w:val="000000" w:themeColor="text1"/>
        </w:rPr>
        <w:t xml:space="preserve"> labore et dolore magna </w:t>
      </w:r>
      <w:proofErr w:type="spellStart"/>
      <w:r w:rsidRPr="000961B9">
        <w:rPr>
          <w:color w:val="000000" w:themeColor="text1"/>
        </w:rPr>
        <w:t>aliqua</w:t>
      </w:r>
      <w:proofErr w:type="spellEnd"/>
      <w:r w:rsidRPr="000961B9">
        <w:rPr>
          <w:color w:val="000000" w:themeColor="text1"/>
        </w:rPr>
        <w:t>.</w:t>
      </w:r>
    </w:p>
    <w:p w14:paraId="5C1FCF77" w14:textId="77777777" w:rsidR="00510C96" w:rsidRPr="000961B9" w:rsidRDefault="00510C96" w:rsidP="00510C96">
      <w:pPr>
        <w:pStyle w:val="BodyCopyIndent"/>
        <w:rPr>
          <w:color w:val="000000" w:themeColor="text1"/>
        </w:rPr>
      </w:pPr>
      <w:r w:rsidRPr="000961B9">
        <w:rPr>
          <w:color w:val="000000" w:themeColor="text1"/>
        </w:rPr>
        <w:t>       Features:</w:t>
      </w:r>
    </w:p>
    <w:p w14:paraId="4B66E597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1</w:t>
      </w:r>
    </w:p>
    <w:p w14:paraId="4582B822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2</w:t>
      </w:r>
    </w:p>
    <w:p w14:paraId="42DEC7DE" w14:textId="77777777" w:rsidR="00510C96" w:rsidRPr="003B5830" w:rsidRDefault="00510C96" w:rsidP="000F3D33">
      <w:pPr>
        <w:pStyle w:val="SideTitle"/>
        <w:rPr>
          <w:rFonts w:ascii="Source Sans Pro" w:hAnsi="Source Sans Pro"/>
        </w:rPr>
      </w:pPr>
    </w:p>
    <w:p w14:paraId="77A66F7B" w14:textId="77777777" w:rsidR="00510C96" w:rsidRPr="000961B9" w:rsidRDefault="00510C96" w:rsidP="00510C96">
      <w:pPr>
        <w:pStyle w:val="Question"/>
      </w:pPr>
      <w:r w:rsidRPr="000961B9">
        <w:t xml:space="preserve">Q:   Question. </w:t>
      </w:r>
      <w:r w:rsidR="000961B9">
        <w:t>PT Serif</w:t>
      </w:r>
      <w:r w:rsidRPr="000961B9">
        <w:t>, bold, pu</w:t>
      </w:r>
      <w:r w:rsidR="0077676D" w:rsidRPr="000961B9">
        <w:t>r</w:t>
      </w:r>
      <w:r w:rsidRPr="000961B9">
        <w:t xml:space="preserve">ple 100%, 10pt/1.25 lines. Lorem ipsum dolor sit </w:t>
      </w:r>
      <w:proofErr w:type="spellStart"/>
      <w:r w:rsidRPr="000961B9">
        <w:t>amet</w:t>
      </w:r>
      <w:proofErr w:type="spellEnd"/>
      <w:r w:rsidRPr="000961B9">
        <w:t xml:space="preserve">, </w:t>
      </w:r>
      <w:proofErr w:type="spellStart"/>
      <w:r w:rsidRPr="000961B9">
        <w:t>consectetur</w:t>
      </w:r>
      <w:proofErr w:type="spellEnd"/>
      <w:r w:rsidRPr="000961B9">
        <w:t> </w:t>
      </w:r>
    </w:p>
    <w:p w14:paraId="470FA7BC" w14:textId="77777777" w:rsidR="00510C96" w:rsidRPr="000961B9" w:rsidRDefault="00510C96" w:rsidP="00510C96">
      <w:pPr>
        <w:pStyle w:val="Question"/>
      </w:pPr>
      <w:r w:rsidRPr="000961B9">
        <w:t xml:space="preserve">       </w:t>
      </w:r>
      <w:proofErr w:type="spellStart"/>
      <w:r w:rsidRPr="000961B9">
        <w:t>adipiscing</w:t>
      </w:r>
      <w:proofErr w:type="spellEnd"/>
      <w:r w:rsidRPr="000961B9">
        <w:t xml:space="preserve"> </w:t>
      </w:r>
      <w:proofErr w:type="spellStart"/>
      <w:r w:rsidRPr="000961B9">
        <w:t>elit</w:t>
      </w:r>
      <w:proofErr w:type="spellEnd"/>
      <w:r w:rsidRPr="000961B9">
        <w:t xml:space="preserve">, sed do </w:t>
      </w:r>
      <w:proofErr w:type="spellStart"/>
      <w:r w:rsidRPr="000961B9">
        <w:t>eiusmod</w:t>
      </w:r>
      <w:proofErr w:type="spellEnd"/>
      <w:r w:rsidRPr="000961B9">
        <w:t xml:space="preserve"> </w:t>
      </w:r>
      <w:proofErr w:type="spellStart"/>
      <w:r w:rsidRPr="000961B9">
        <w:t>tempor</w:t>
      </w:r>
      <w:proofErr w:type="spellEnd"/>
      <w:r w:rsidRPr="000961B9">
        <w:t xml:space="preserve"> </w:t>
      </w:r>
      <w:proofErr w:type="spellStart"/>
      <w:r w:rsidRPr="000961B9">
        <w:t>incididunt</w:t>
      </w:r>
      <w:proofErr w:type="spellEnd"/>
      <w:r w:rsidRPr="000961B9">
        <w:t xml:space="preserve"> </w:t>
      </w:r>
      <w:proofErr w:type="spellStart"/>
      <w:r w:rsidRPr="000961B9">
        <w:t>ut</w:t>
      </w:r>
      <w:proofErr w:type="spellEnd"/>
      <w:r w:rsidRPr="000961B9">
        <w:t xml:space="preserve"> labore et dolore magna </w:t>
      </w:r>
      <w:proofErr w:type="spellStart"/>
      <w:r w:rsidRPr="000961B9">
        <w:t>aliqua</w:t>
      </w:r>
      <w:proofErr w:type="spellEnd"/>
      <w:r w:rsidRPr="000961B9">
        <w:t>. </w:t>
      </w:r>
    </w:p>
    <w:p w14:paraId="3EA2C06C" w14:textId="77777777" w:rsidR="00510C96" w:rsidRPr="00510C96" w:rsidRDefault="00510C96" w:rsidP="00510C96">
      <w:pPr>
        <w:pStyle w:val="Question"/>
      </w:pPr>
    </w:p>
    <w:p w14:paraId="04BCC302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A:   Answer. </w:t>
      </w:r>
      <w:r w:rsidR="000961B9">
        <w:rPr>
          <w:color w:val="000000" w:themeColor="text1"/>
        </w:rPr>
        <w:t>Source Sans Pro</w:t>
      </w:r>
      <w:r w:rsidR="00F22C87" w:rsidRPr="000961B9">
        <w:rPr>
          <w:color w:val="000000" w:themeColor="text1"/>
        </w:rPr>
        <w:t>, regular, black</w:t>
      </w:r>
      <w:r w:rsidR="0077676D" w:rsidRPr="000961B9">
        <w:rPr>
          <w:color w:val="000000" w:themeColor="text1"/>
        </w:rPr>
        <w:t xml:space="preserve"> 10</w:t>
      </w:r>
      <w:r w:rsidR="00F22C87" w:rsidRPr="000961B9">
        <w:rPr>
          <w:color w:val="000000" w:themeColor="text1"/>
        </w:rPr>
        <w:t>0% 10pt/</w:t>
      </w:r>
      <w:r w:rsidRPr="000961B9">
        <w:rPr>
          <w:color w:val="000000" w:themeColor="text1"/>
        </w:rPr>
        <w:t xml:space="preserve">1.25 lines. Lorem ipsum dolor sit </w:t>
      </w:r>
      <w:proofErr w:type="spellStart"/>
      <w:r w:rsidRPr="000961B9">
        <w:rPr>
          <w:color w:val="000000" w:themeColor="text1"/>
        </w:rPr>
        <w:t>amet</w:t>
      </w:r>
      <w:proofErr w:type="spellEnd"/>
      <w:r w:rsidRPr="000961B9">
        <w:rPr>
          <w:color w:val="000000" w:themeColor="text1"/>
        </w:rPr>
        <w:t xml:space="preserve">, </w:t>
      </w:r>
      <w:proofErr w:type="spellStart"/>
      <w:r w:rsidRPr="000961B9">
        <w:rPr>
          <w:color w:val="000000" w:themeColor="text1"/>
        </w:rPr>
        <w:t>consectetur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adipiscing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elit</w:t>
      </w:r>
      <w:proofErr w:type="spellEnd"/>
      <w:r w:rsidRPr="000961B9">
        <w:rPr>
          <w:color w:val="000000" w:themeColor="text1"/>
        </w:rPr>
        <w:t>, sed do </w:t>
      </w:r>
    </w:p>
    <w:p w14:paraId="5891DA0C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       </w:t>
      </w:r>
      <w:proofErr w:type="spellStart"/>
      <w:r w:rsidRPr="000961B9">
        <w:rPr>
          <w:color w:val="000000" w:themeColor="text1"/>
        </w:rPr>
        <w:t>eiusmod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proofErr w:type="gramStart"/>
      <w:r w:rsidRPr="000961B9">
        <w:rPr>
          <w:color w:val="000000" w:themeColor="text1"/>
        </w:rPr>
        <w:t>tempor</w:t>
      </w:r>
      <w:proofErr w:type="spellEnd"/>
      <w:r w:rsidRPr="000961B9">
        <w:rPr>
          <w:color w:val="000000" w:themeColor="text1"/>
        </w:rPr>
        <w:t xml:space="preserve">  </w:t>
      </w:r>
      <w:proofErr w:type="spellStart"/>
      <w:r w:rsidRPr="000961B9">
        <w:rPr>
          <w:color w:val="000000" w:themeColor="text1"/>
        </w:rPr>
        <w:t>incididunt</w:t>
      </w:r>
      <w:proofErr w:type="spellEnd"/>
      <w:proofErr w:type="gram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ut</w:t>
      </w:r>
      <w:proofErr w:type="spellEnd"/>
      <w:r w:rsidRPr="000961B9">
        <w:rPr>
          <w:color w:val="000000" w:themeColor="text1"/>
        </w:rPr>
        <w:t xml:space="preserve"> labore et dolore magna </w:t>
      </w:r>
      <w:proofErr w:type="spellStart"/>
      <w:r w:rsidRPr="000961B9">
        <w:rPr>
          <w:color w:val="000000" w:themeColor="text1"/>
        </w:rPr>
        <w:t>aliqua</w:t>
      </w:r>
      <w:proofErr w:type="spellEnd"/>
      <w:r w:rsidRPr="000961B9">
        <w:rPr>
          <w:color w:val="000000" w:themeColor="text1"/>
        </w:rPr>
        <w:t>.</w:t>
      </w:r>
    </w:p>
    <w:p w14:paraId="6E66F2A5" w14:textId="77777777" w:rsidR="00510C96" w:rsidRPr="000961B9" w:rsidRDefault="00510C96" w:rsidP="00510C96">
      <w:pPr>
        <w:pStyle w:val="BodyCopyIndent"/>
        <w:rPr>
          <w:color w:val="000000" w:themeColor="text1"/>
        </w:rPr>
      </w:pPr>
      <w:r w:rsidRPr="000961B9">
        <w:rPr>
          <w:color w:val="000000" w:themeColor="text1"/>
        </w:rPr>
        <w:t>       Features:</w:t>
      </w:r>
    </w:p>
    <w:p w14:paraId="7E77A08B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1</w:t>
      </w:r>
    </w:p>
    <w:p w14:paraId="4E56F765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2</w:t>
      </w:r>
    </w:p>
    <w:p w14:paraId="795DC41D" w14:textId="77777777" w:rsidR="00C42294" w:rsidRPr="000961B9" w:rsidRDefault="00C42294">
      <w:pPr>
        <w:spacing w:after="120" w:line="259" w:lineRule="auto"/>
        <w:rPr>
          <w:rFonts w:cs="Arial"/>
          <w:b/>
          <w:color w:val="4E2D82" w:themeColor="text2"/>
        </w:rPr>
      </w:pPr>
      <w:r w:rsidRPr="000961B9">
        <w:br w:type="page"/>
      </w:r>
    </w:p>
    <w:p w14:paraId="1D39985B" w14:textId="77777777" w:rsidR="00D277D3" w:rsidRDefault="00D277D3" w:rsidP="00510C96">
      <w:pPr>
        <w:pStyle w:val="Question"/>
        <w:sectPr w:rsidR="00D277D3" w:rsidSect="00C42294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720" w:right="720" w:bottom="648" w:left="720" w:header="720" w:footer="360" w:gutter="0"/>
          <w:cols w:space="720"/>
          <w:titlePg/>
          <w:docGrid w:linePitch="360"/>
        </w:sectPr>
      </w:pPr>
    </w:p>
    <w:p w14:paraId="45968C70" w14:textId="77777777" w:rsidR="00510C96" w:rsidRPr="000961B9" w:rsidRDefault="00510C96" w:rsidP="00510C96">
      <w:pPr>
        <w:pStyle w:val="Question"/>
      </w:pPr>
      <w:r w:rsidRPr="000961B9">
        <w:lastRenderedPageBreak/>
        <w:t xml:space="preserve">Q:   Question. </w:t>
      </w:r>
      <w:r w:rsidR="000961B9">
        <w:t>PT Serif</w:t>
      </w:r>
      <w:r w:rsidRPr="000961B9">
        <w:t>, bold, pu</w:t>
      </w:r>
      <w:r w:rsidR="0077676D" w:rsidRPr="000961B9">
        <w:t>r</w:t>
      </w:r>
      <w:r w:rsidRPr="000961B9">
        <w:t xml:space="preserve">ple 100%, 10pt/1.25 lines. Lorem ipsum dolor sit </w:t>
      </w:r>
      <w:proofErr w:type="spellStart"/>
      <w:r w:rsidRPr="000961B9">
        <w:t>amet</w:t>
      </w:r>
      <w:proofErr w:type="spellEnd"/>
      <w:r w:rsidRPr="000961B9">
        <w:t xml:space="preserve">, </w:t>
      </w:r>
      <w:proofErr w:type="spellStart"/>
      <w:r w:rsidRPr="000961B9">
        <w:t>consectetur</w:t>
      </w:r>
      <w:proofErr w:type="spellEnd"/>
      <w:r w:rsidRPr="000961B9">
        <w:t> </w:t>
      </w:r>
    </w:p>
    <w:p w14:paraId="3B967310" w14:textId="77777777" w:rsidR="00510C96" w:rsidRPr="000961B9" w:rsidRDefault="00510C96" w:rsidP="00510C96">
      <w:pPr>
        <w:pStyle w:val="Question"/>
      </w:pPr>
      <w:r w:rsidRPr="000961B9">
        <w:t xml:space="preserve">       </w:t>
      </w:r>
      <w:proofErr w:type="spellStart"/>
      <w:r w:rsidRPr="000961B9">
        <w:t>adipiscing</w:t>
      </w:r>
      <w:proofErr w:type="spellEnd"/>
      <w:r w:rsidRPr="000961B9">
        <w:t xml:space="preserve"> </w:t>
      </w:r>
      <w:proofErr w:type="spellStart"/>
      <w:r w:rsidRPr="000961B9">
        <w:t>elit</w:t>
      </w:r>
      <w:proofErr w:type="spellEnd"/>
      <w:r w:rsidRPr="000961B9">
        <w:t xml:space="preserve">, sed do </w:t>
      </w:r>
      <w:proofErr w:type="spellStart"/>
      <w:r w:rsidRPr="000961B9">
        <w:t>eiusmod</w:t>
      </w:r>
      <w:proofErr w:type="spellEnd"/>
      <w:r w:rsidRPr="000961B9">
        <w:t xml:space="preserve"> </w:t>
      </w:r>
      <w:proofErr w:type="spellStart"/>
      <w:r w:rsidRPr="000961B9">
        <w:t>tempor</w:t>
      </w:r>
      <w:proofErr w:type="spellEnd"/>
      <w:r w:rsidRPr="000961B9">
        <w:t xml:space="preserve"> </w:t>
      </w:r>
      <w:proofErr w:type="spellStart"/>
      <w:r w:rsidRPr="000961B9">
        <w:t>incididunt</w:t>
      </w:r>
      <w:proofErr w:type="spellEnd"/>
      <w:r w:rsidRPr="000961B9">
        <w:t xml:space="preserve"> </w:t>
      </w:r>
      <w:proofErr w:type="spellStart"/>
      <w:r w:rsidRPr="000961B9">
        <w:t>ut</w:t>
      </w:r>
      <w:proofErr w:type="spellEnd"/>
      <w:r w:rsidRPr="000961B9">
        <w:t xml:space="preserve"> labore et dolore magna </w:t>
      </w:r>
      <w:proofErr w:type="spellStart"/>
      <w:r w:rsidRPr="000961B9">
        <w:t>aliqua</w:t>
      </w:r>
      <w:proofErr w:type="spellEnd"/>
      <w:r w:rsidRPr="000961B9">
        <w:t>. </w:t>
      </w:r>
    </w:p>
    <w:p w14:paraId="15C90681" w14:textId="77777777" w:rsidR="00510C96" w:rsidRPr="000961B9" w:rsidRDefault="00510C96" w:rsidP="00510C96">
      <w:pPr>
        <w:pStyle w:val="Question"/>
        <w:rPr>
          <w:rFonts w:ascii="Source Sans Pro" w:hAnsi="Source Sans Pro"/>
        </w:rPr>
      </w:pPr>
    </w:p>
    <w:p w14:paraId="5C0B4699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A:   Answer. </w:t>
      </w:r>
      <w:r w:rsidR="000961B9">
        <w:rPr>
          <w:color w:val="000000" w:themeColor="text1"/>
        </w:rPr>
        <w:t>Source Sans Pro</w:t>
      </w:r>
      <w:r w:rsidR="00F22C87" w:rsidRPr="000961B9">
        <w:rPr>
          <w:color w:val="000000" w:themeColor="text1"/>
        </w:rPr>
        <w:t>, re</w:t>
      </w:r>
      <w:r w:rsidR="0077676D" w:rsidRPr="000961B9">
        <w:rPr>
          <w:color w:val="000000" w:themeColor="text1"/>
        </w:rPr>
        <w:t>gular, black 10</w:t>
      </w:r>
      <w:r w:rsidR="00F22C87" w:rsidRPr="000961B9">
        <w:rPr>
          <w:color w:val="000000" w:themeColor="text1"/>
        </w:rPr>
        <w:t>0% 10pt/</w:t>
      </w:r>
      <w:r w:rsidRPr="000961B9">
        <w:rPr>
          <w:color w:val="000000" w:themeColor="text1"/>
        </w:rPr>
        <w:t xml:space="preserve">1.25 lines. Lorem ipsum dolor sit </w:t>
      </w:r>
      <w:proofErr w:type="spellStart"/>
      <w:r w:rsidRPr="000961B9">
        <w:rPr>
          <w:color w:val="000000" w:themeColor="text1"/>
        </w:rPr>
        <w:t>amet</w:t>
      </w:r>
      <w:proofErr w:type="spellEnd"/>
      <w:r w:rsidRPr="000961B9">
        <w:rPr>
          <w:color w:val="000000" w:themeColor="text1"/>
        </w:rPr>
        <w:t xml:space="preserve">, </w:t>
      </w:r>
      <w:proofErr w:type="spellStart"/>
      <w:r w:rsidRPr="000961B9">
        <w:rPr>
          <w:color w:val="000000" w:themeColor="text1"/>
        </w:rPr>
        <w:t>consectetur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adipiscing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elit</w:t>
      </w:r>
      <w:proofErr w:type="spellEnd"/>
      <w:r w:rsidRPr="000961B9">
        <w:rPr>
          <w:color w:val="000000" w:themeColor="text1"/>
        </w:rPr>
        <w:t>, sed do </w:t>
      </w:r>
    </w:p>
    <w:p w14:paraId="37A03D37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       </w:t>
      </w:r>
      <w:proofErr w:type="spellStart"/>
      <w:r w:rsidRPr="000961B9">
        <w:rPr>
          <w:color w:val="000000" w:themeColor="text1"/>
        </w:rPr>
        <w:t>eiusmod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proofErr w:type="gramStart"/>
      <w:r w:rsidRPr="000961B9">
        <w:rPr>
          <w:color w:val="000000" w:themeColor="text1"/>
        </w:rPr>
        <w:t>tempor</w:t>
      </w:r>
      <w:proofErr w:type="spellEnd"/>
      <w:r w:rsidRPr="000961B9">
        <w:rPr>
          <w:color w:val="000000" w:themeColor="text1"/>
        </w:rPr>
        <w:t xml:space="preserve">  </w:t>
      </w:r>
      <w:proofErr w:type="spellStart"/>
      <w:r w:rsidRPr="000961B9">
        <w:rPr>
          <w:color w:val="000000" w:themeColor="text1"/>
        </w:rPr>
        <w:t>incididunt</w:t>
      </w:r>
      <w:proofErr w:type="spellEnd"/>
      <w:proofErr w:type="gram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ut</w:t>
      </w:r>
      <w:proofErr w:type="spellEnd"/>
      <w:r w:rsidRPr="000961B9">
        <w:rPr>
          <w:color w:val="000000" w:themeColor="text1"/>
        </w:rPr>
        <w:t xml:space="preserve"> labore et dolore magna </w:t>
      </w:r>
      <w:proofErr w:type="spellStart"/>
      <w:r w:rsidRPr="000961B9">
        <w:rPr>
          <w:color w:val="000000" w:themeColor="text1"/>
        </w:rPr>
        <w:t>aliqua</w:t>
      </w:r>
      <w:proofErr w:type="spellEnd"/>
      <w:r w:rsidRPr="000961B9">
        <w:rPr>
          <w:color w:val="000000" w:themeColor="text1"/>
        </w:rPr>
        <w:t>.</w:t>
      </w:r>
    </w:p>
    <w:p w14:paraId="19593476" w14:textId="77777777" w:rsidR="00510C96" w:rsidRPr="006C08A3" w:rsidRDefault="00510C96" w:rsidP="006C08A3">
      <w:pPr>
        <w:pStyle w:val="BodyCopyIndent"/>
      </w:pPr>
      <w:r w:rsidRPr="006C08A3">
        <w:t>       Features:</w:t>
      </w:r>
    </w:p>
    <w:p w14:paraId="0E3E3F4E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1</w:t>
      </w:r>
    </w:p>
    <w:p w14:paraId="050F3BCD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2</w:t>
      </w:r>
    </w:p>
    <w:p w14:paraId="3475DE3F" w14:textId="77777777" w:rsidR="00510C96" w:rsidRPr="000961B9" w:rsidRDefault="00510C96" w:rsidP="000F3D33">
      <w:pPr>
        <w:pStyle w:val="SideTitle"/>
      </w:pPr>
    </w:p>
    <w:p w14:paraId="28DBE843" w14:textId="77777777" w:rsidR="00510C96" w:rsidRPr="000961B9" w:rsidRDefault="00510C96" w:rsidP="00510C96">
      <w:pPr>
        <w:pStyle w:val="Question"/>
      </w:pPr>
      <w:r w:rsidRPr="000961B9">
        <w:t xml:space="preserve">Q:   Question. </w:t>
      </w:r>
      <w:r w:rsidR="000961B9">
        <w:t>PT Serif</w:t>
      </w:r>
      <w:r w:rsidRPr="000961B9">
        <w:t>, bold, pu</w:t>
      </w:r>
      <w:r w:rsidR="0077676D" w:rsidRPr="000961B9">
        <w:t>r</w:t>
      </w:r>
      <w:r w:rsidRPr="000961B9">
        <w:t xml:space="preserve">ple 100%, 10pt/1.25 lines. Lorem ipsum dolor sit </w:t>
      </w:r>
      <w:proofErr w:type="spellStart"/>
      <w:r w:rsidRPr="000961B9">
        <w:t>amet</w:t>
      </w:r>
      <w:proofErr w:type="spellEnd"/>
      <w:r w:rsidRPr="000961B9">
        <w:t xml:space="preserve">, </w:t>
      </w:r>
      <w:proofErr w:type="spellStart"/>
      <w:r w:rsidRPr="000961B9">
        <w:t>consectetur</w:t>
      </w:r>
      <w:proofErr w:type="spellEnd"/>
      <w:r w:rsidRPr="000961B9">
        <w:t> </w:t>
      </w:r>
    </w:p>
    <w:p w14:paraId="176A0FDC" w14:textId="77777777" w:rsidR="00510C96" w:rsidRPr="000961B9" w:rsidRDefault="00510C96" w:rsidP="00510C96">
      <w:pPr>
        <w:pStyle w:val="Question"/>
      </w:pPr>
      <w:r w:rsidRPr="000961B9">
        <w:t xml:space="preserve">       </w:t>
      </w:r>
      <w:proofErr w:type="spellStart"/>
      <w:r w:rsidRPr="000961B9">
        <w:t>adipiscing</w:t>
      </w:r>
      <w:proofErr w:type="spellEnd"/>
      <w:r w:rsidRPr="000961B9">
        <w:t xml:space="preserve"> </w:t>
      </w:r>
      <w:proofErr w:type="spellStart"/>
      <w:r w:rsidRPr="000961B9">
        <w:t>elit</w:t>
      </w:r>
      <w:proofErr w:type="spellEnd"/>
      <w:r w:rsidRPr="000961B9">
        <w:t xml:space="preserve">, sed do </w:t>
      </w:r>
      <w:proofErr w:type="spellStart"/>
      <w:r w:rsidRPr="000961B9">
        <w:t>eiusmod</w:t>
      </w:r>
      <w:proofErr w:type="spellEnd"/>
      <w:r w:rsidRPr="000961B9">
        <w:t xml:space="preserve"> </w:t>
      </w:r>
      <w:proofErr w:type="spellStart"/>
      <w:r w:rsidRPr="000961B9">
        <w:t>tempor</w:t>
      </w:r>
      <w:proofErr w:type="spellEnd"/>
      <w:r w:rsidRPr="000961B9">
        <w:t xml:space="preserve"> </w:t>
      </w:r>
      <w:proofErr w:type="spellStart"/>
      <w:r w:rsidRPr="000961B9">
        <w:t>incididunt</w:t>
      </w:r>
      <w:proofErr w:type="spellEnd"/>
      <w:r w:rsidRPr="000961B9">
        <w:t xml:space="preserve"> </w:t>
      </w:r>
      <w:proofErr w:type="spellStart"/>
      <w:r w:rsidRPr="000961B9">
        <w:t>ut</w:t>
      </w:r>
      <w:proofErr w:type="spellEnd"/>
      <w:r w:rsidRPr="000961B9">
        <w:t xml:space="preserve"> labore et dolore magna </w:t>
      </w:r>
      <w:proofErr w:type="spellStart"/>
      <w:r w:rsidRPr="000961B9">
        <w:t>aliqua</w:t>
      </w:r>
      <w:proofErr w:type="spellEnd"/>
      <w:r w:rsidRPr="000961B9">
        <w:t>. </w:t>
      </w:r>
    </w:p>
    <w:p w14:paraId="5AEF2344" w14:textId="77777777" w:rsidR="00510C96" w:rsidRPr="003B5830" w:rsidRDefault="00510C96" w:rsidP="00510C96">
      <w:pPr>
        <w:pStyle w:val="Question"/>
        <w:rPr>
          <w:rFonts w:ascii="Source Sans Pro" w:hAnsi="Source Sans Pro"/>
          <w:color w:val="000000" w:themeColor="text1"/>
        </w:rPr>
      </w:pPr>
    </w:p>
    <w:p w14:paraId="2328D853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A:   Answer. </w:t>
      </w:r>
      <w:r w:rsidR="000961B9">
        <w:rPr>
          <w:color w:val="000000" w:themeColor="text1"/>
        </w:rPr>
        <w:t>Source Sans Pro</w:t>
      </w:r>
      <w:r w:rsidR="00F22C87" w:rsidRPr="000961B9">
        <w:rPr>
          <w:color w:val="000000" w:themeColor="text1"/>
        </w:rPr>
        <w:t>, regular, black</w:t>
      </w:r>
      <w:r w:rsidR="0077676D" w:rsidRPr="000961B9">
        <w:rPr>
          <w:color w:val="000000" w:themeColor="text1"/>
        </w:rPr>
        <w:t xml:space="preserve"> 10</w:t>
      </w:r>
      <w:r w:rsidR="00F22C87" w:rsidRPr="000961B9">
        <w:rPr>
          <w:color w:val="000000" w:themeColor="text1"/>
        </w:rPr>
        <w:t>0% 10pt/</w:t>
      </w:r>
      <w:r w:rsidRPr="000961B9">
        <w:rPr>
          <w:color w:val="000000" w:themeColor="text1"/>
        </w:rPr>
        <w:t xml:space="preserve">1.25 lines. Lorem ipsum dolor sit </w:t>
      </w:r>
      <w:proofErr w:type="spellStart"/>
      <w:r w:rsidRPr="000961B9">
        <w:rPr>
          <w:color w:val="000000" w:themeColor="text1"/>
        </w:rPr>
        <w:t>amet</w:t>
      </w:r>
      <w:proofErr w:type="spellEnd"/>
      <w:r w:rsidRPr="000961B9">
        <w:rPr>
          <w:color w:val="000000" w:themeColor="text1"/>
        </w:rPr>
        <w:t xml:space="preserve">, </w:t>
      </w:r>
      <w:proofErr w:type="spellStart"/>
      <w:r w:rsidRPr="000961B9">
        <w:rPr>
          <w:color w:val="000000" w:themeColor="text1"/>
        </w:rPr>
        <w:t>consectetur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adipiscing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elit</w:t>
      </w:r>
      <w:proofErr w:type="spellEnd"/>
      <w:r w:rsidRPr="000961B9">
        <w:rPr>
          <w:color w:val="000000" w:themeColor="text1"/>
        </w:rPr>
        <w:t>, sed do </w:t>
      </w:r>
    </w:p>
    <w:p w14:paraId="70FF9BDA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       </w:t>
      </w:r>
      <w:proofErr w:type="spellStart"/>
      <w:r w:rsidRPr="000961B9">
        <w:rPr>
          <w:color w:val="000000" w:themeColor="text1"/>
        </w:rPr>
        <w:t>eiusmod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proofErr w:type="gramStart"/>
      <w:r w:rsidRPr="000961B9">
        <w:rPr>
          <w:color w:val="000000" w:themeColor="text1"/>
        </w:rPr>
        <w:t>tempor</w:t>
      </w:r>
      <w:proofErr w:type="spellEnd"/>
      <w:r w:rsidRPr="000961B9">
        <w:rPr>
          <w:color w:val="000000" w:themeColor="text1"/>
        </w:rPr>
        <w:t xml:space="preserve">  </w:t>
      </w:r>
      <w:proofErr w:type="spellStart"/>
      <w:r w:rsidRPr="000961B9">
        <w:rPr>
          <w:color w:val="000000" w:themeColor="text1"/>
        </w:rPr>
        <w:t>incididunt</w:t>
      </w:r>
      <w:proofErr w:type="spellEnd"/>
      <w:proofErr w:type="gram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ut</w:t>
      </w:r>
      <w:proofErr w:type="spellEnd"/>
      <w:r w:rsidRPr="000961B9">
        <w:rPr>
          <w:color w:val="000000" w:themeColor="text1"/>
        </w:rPr>
        <w:t xml:space="preserve"> labore et dolore magna </w:t>
      </w:r>
      <w:proofErr w:type="spellStart"/>
      <w:r w:rsidRPr="000961B9">
        <w:rPr>
          <w:color w:val="000000" w:themeColor="text1"/>
        </w:rPr>
        <w:t>aliqua</w:t>
      </w:r>
      <w:proofErr w:type="spellEnd"/>
      <w:r w:rsidRPr="000961B9">
        <w:rPr>
          <w:color w:val="000000" w:themeColor="text1"/>
        </w:rPr>
        <w:t>.</w:t>
      </w:r>
    </w:p>
    <w:p w14:paraId="190AE0C6" w14:textId="77777777" w:rsidR="00510C96" w:rsidRPr="000961B9" w:rsidRDefault="00510C96" w:rsidP="00510C96">
      <w:pPr>
        <w:pStyle w:val="BodyCopyIndent"/>
        <w:rPr>
          <w:color w:val="000000" w:themeColor="text1"/>
        </w:rPr>
      </w:pPr>
      <w:r w:rsidRPr="000961B9">
        <w:rPr>
          <w:color w:val="000000" w:themeColor="text1"/>
        </w:rPr>
        <w:t>       Features:</w:t>
      </w:r>
    </w:p>
    <w:p w14:paraId="515DD908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1</w:t>
      </w:r>
    </w:p>
    <w:p w14:paraId="185BDE3A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2</w:t>
      </w:r>
    </w:p>
    <w:p w14:paraId="17691424" w14:textId="77777777" w:rsidR="00510C96" w:rsidRPr="003B5830" w:rsidRDefault="00510C96" w:rsidP="000F3D33">
      <w:pPr>
        <w:pStyle w:val="SideTitle"/>
        <w:rPr>
          <w:rFonts w:ascii="Source Sans Pro" w:hAnsi="Source Sans Pro"/>
        </w:rPr>
      </w:pPr>
    </w:p>
    <w:p w14:paraId="35365DFA" w14:textId="77777777" w:rsidR="00510C96" w:rsidRPr="000961B9" w:rsidRDefault="00510C96" w:rsidP="00510C96">
      <w:pPr>
        <w:pStyle w:val="Question"/>
      </w:pPr>
      <w:r w:rsidRPr="000961B9">
        <w:t xml:space="preserve">Q:   Question. </w:t>
      </w:r>
      <w:r w:rsidR="000961B9">
        <w:t>PT Serif</w:t>
      </w:r>
      <w:r w:rsidRPr="000961B9">
        <w:t>, bold, pu</w:t>
      </w:r>
      <w:r w:rsidR="0077676D" w:rsidRPr="000961B9">
        <w:t>r</w:t>
      </w:r>
      <w:r w:rsidRPr="000961B9">
        <w:t xml:space="preserve">ple 100%, 10pt/1.25 lines. Lorem ipsum dolor sit </w:t>
      </w:r>
      <w:proofErr w:type="spellStart"/>
      <w:r w:rsidRPr="000961B9">
        <w:t>amet</w:t>
      </w:r>
      <w:proofErr w:type="spellEnd"/>
      <w:r w:rsidRPr="000961B9">
        <w:t xml:space="preserve">, </w:t>
      </w:r>
      <w:proofErr w:type="spellStart"/>
      <w:r w:rsidRPr="000961B9">
        <w:t>consectetur</w:t>
      </w:r>
      <w:proofErr w:type="spellEnd"/>
      <w:r w:rsidRPr="000961B9">
        <w:t> </w:t>
      </w:r>
    </w:p>
    <w:p w14:paraId="01C022CE" w14:textId="77777777" w:rsidR="00510C96" w:rsidRPr="000961B9" w:rsidRDefault="00510C96" w:rsidP="00510C96">
      <w:pPr>
        <w:pStyle w:val="Question"/>
      </w:pPr>
      <w:r w:rsidRPr="000961B9">
        <w:t xml:space="preserve">       </w:t>
      </w:r>
      <w:proofErr w:type="spellStart"/>
      <w:r w:rsidRPr="000961B9">
        <w:t>adipiscing</w:t>
      </w:r>
      <w:proofErr w:type="spellEnd"/>
      <w:r w:rsidRPr="000961B9">
        <w:t xml:space="preserve"> </w:t>
      </w:r>
      <w:proofErr w:type="spellStart"/>
      <w:r w:rsidRPr="000961B9">
        <w:t>elit</w:t>
      </w:r>
      <w:proofErr w:type="spellEnd"/>
      <w:r w:rsidRPr="000961B9">
        <w:t xml:space="preserve">, sed do </w:t>
      </w:r>
      <w:proofErr w:type="spellStart"/>
      <w:r w:rsidRPr="000961B9">
        <w:t>eiusmod</w:t>
      </w:r>
      <w:proofErr w:type="spellEnd"/>
      <w:r w:rsidRPr="000961B9">
        <w:t xml:space="preserve"> </w:t>
      </w:r>
      <w:proofErr w:type="spellStart"/>
      <w:r w:rsidRPr="000961B9">
        <w:t>tempor</w:t>
      </w:r>
      <w:proofErr w:type="spellEnd"/>
      <w:r w:rsidRPr="000961B9">
        <w:t xml:space="preserve"> </w:t>
      </w:r>
      <w:proofErr w:type="spellStart"/>
      <w:r w:rsidRPr="000961B9">
        <w:t>incididunt</w:t>
      </w:r>
      <w:proofErr w:type="spellEnd"/>
      <w:r w:rsidRPr="000961B9">
        <w:t xml:space="preserve"> </w:t>
      </w:r>
      <w:proofErr w:type="spellStart"/>
      <w:r w:rsidRPr="000961B9">
        <w:t>ut</w:t>
      </w:r>
      <w:proofErr w:type="spellEnd"/>
      <w:r w:rsidRPr="000961B9">
        <w:t xml:space="preserve"> labore et dolore magna </w:t>
      </w:r>
      <w:proofErr w:type="spellStart"/>
      <w:r w:rsidRPr="000961B9">
        <w:t>aliqua</w:t>
      </w:r>
      <w:proofErr w:type="spellEnd"/>
      <w:r w:rsidRPr="000961B9">
        <w:t>. </w:t>
      </w:r>
    </w:p>
    <w:p w14:paraId="4303EA4A" w14:textId="77777777" w:rsidR="00510C96" w:rsidRPr="000961B9" w:rsidRDefault="00510C96" w:rsidP="00510C96">
      <w:pPr>
        <w:pStyle w:val="Question"/>
        <w:rPr>
          <w:rFonts w:ascii="Source Sans Pro" w:hAnsi="Source Sans Pro"/>
        </w:rPr>
      </w:pPr>
    </w:p>
    <w:p w14:paraId="083FEE3B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A:   Answer. </w:t>
      </w:r>
      <w:r w:rsidR="000961B9">
        <w:rPr>
          <w:color w:val="000000" w:themeColor="text1"/>
        </w:rPr>
        <w:t>Source Sans Pro</w:t>
      </w:r>
      <w:r w:rsidR="0077676D" w:rsidRPr="000961B9">
        <w:rPr>
          <w:color w:val="000000" w:themeColor="text1"/>
        </w:rPr>
        <w:t>, regular, black 10</w:t>
      </w:r>
      <w:r w:rsidR="00F22C87" w:rsidRPr="000961B9">
        <w:rPr>
          <w:color w:val="000000" w:themeColor="text1"/>
        </w:rPr>
        <w:t>0% 10pt/</w:t>
      </w:r>
      <w:r w:rsidRPr="000961B9">
        <w:rPr>
          <w:color w:val="000000" w:themeColor="text1"/>
        </w:rPr>
        <w:t xml:space="preserve">1.25 lines. Lorem ipsum dolor sit </w:t>
      </w:r>
      <w:proofErr w:type="spellStart"/>
      <w:r w:rsidRPr="000961B9">
        <w:rPr>
          <w:color w:val="000000" w:themeColor="text1"/>
        </w:rPr>
        <w:t>amet</w:t>
      </w:r>
      <w:proofErr w:type="spellEnd"/>
      <w:r w:rsidRPr="000961B9">
        <w:rPr>
          <w:color w:val="000000" w:themeColor="text1"/>
        </w:rPr>
        <w:t xml:space="preserve">, </w:t>
      </w:r>
      <w:proofErr w:type="spellStart"/>
      <w:r w:rsidRPr="000961B9">
        <w:rPr>
          <w:color w:val="000000" w:themeColor="text1"/>
        </w:rPr>
        <w:t>consectetur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adipiscing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elit</w:t>
      </w:r>
      <w:proofErr w:type="spellEnd"/>
      <w:r w:rsidRPr="000961B9">
        <w:rPr>
          <w:color w:val="000000" w:themeColor="text1"/>
        </w:rPr>
        <w:t>, sed do </w:t>
      </w:r>
    </w:p>
    <w:p w14:paraId="17A313A5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       </w:t>
      </w:r>
      <w:proofErr w:type="spellStart"/>
      <w:r w:rsidRPr="000961B9">
        <w:rPr>
          <w:color w:val="000000" w:themeColor="text1"/>
        </w:rPr>
        <w:t>eiusmod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proofErr w:type="gramStart"/>
      <w:r w:rsidRPr="000961B9">
        <w:rPr>
          <w:color w:val="000000" w:themeColor="text1"/>
        </w:rPr>
        <w:t>tempor</w:t>
      </w:r>
      <w:proofErr w:type="spellEnd"/>
      <w:r w:rsidRPr="000961B9">
        <w:rPr>
          <w:color w:val="000000" w:themeColor="text1"/>
        </w:rPr>
        <w:t xml:space="preserve">  </w:t>
      </w:r>
      <w:proofErr w:type="spellStart"/>
      <w:r w:rsidRPr="000961B9">
        <w:rPr>
          <w:color w:val="000000" w:themeColor="text1"/>
        </w:rPr>
        <w:t>incididunt</w:t>
      </w:r>
      <w:proofErr w:type="spellEnd"/>
      <w:proofErr w:type="gram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ut</w:t>
      </w:r>
      <w:proofErr w:type="spellEnd"/>
      <w:r w:rsidRPr="000961B9">
        <w:rPr>
          <w:color w:val="000000" w:themeColor="text1"/>
        </w:rPr>
        <w:t xml:space="preserve"> labore et dolore magna </w:t>
      </w:r>
      <w:proofErr w:type="spellStart"/>
      <w:r w:rsidRPr="000961B9">
        <w:rPr>
          <w:color w:val="000000" w:themeColor="text1"/>
        </w:rPr>
        <w:t>aliqua</w:t>
      </w:r>
      <w:proofErr w:type="spellEnd"/>
      <w:r w:rsidRPr="000961B9">
        <w:rPr>
          <w:color w:val="000000" w:themeColor="text1"/>
        </w:rPr>
        <w:t>.</w:t>
      </w:r>
    </w:p>
    <w:p w14:paraId="66355BFC" w14:textId="77777777" w:rsidR="00510C96" w:rsidRPr="000961B9" w:rsidRDefault="00510C96" w:rsidP="00510C96">
      <w:pPr>
        <w:pStyle w:val="BodyCopyIndent"/>
        <w:rPr>
          <w:color w:val="000000" w:themeColor="text1"/>
        </w:rPr>
      </w:pPr>
      <w:r w:rsidRPr="000961B9">
        <w:rPr>
          <w:color w:val="000000" w:themeColor="text1"/>
        </w:rPr>
        <w:t>       Features:</w:t>
      </w:r>
    </w:p>
    <w:p w14:paraId="2816B17C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1</w:t>
      </w:r>
    </w:p>
    <w:p w14:paraId="09A39AD9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2</w:t>
      </w:r>
    </w:p>
    <w:p w14:paraId="64781E2B" w14:textId="77777777" w:rsidR="00510C96" w:rsidRPr="000961B9" w:rsidRDefault="00510C96" w:rsidP="000F3D33">
      <w:pPr>
        <w:pStyle w:val="SideTitle"/>
      </w:pPr>
    </w:p>
    <w:p w14:paraId="6F2A3F52" w14:textId="77777777" w:rsidR="00510C96" w:rsidRPr="000961B9" w:rsidRDefault="00510C96" w:rsidP="00510C96">
      <w:pPr>
        <w:pStyle w:val="Question"/>
      </w:pPr>
      <w:r w:rsidRPr="000961B9">
        <w:t xml:space="preserve">Q:   Question. </w:t>
      </w:r>
      <w:r w:rsidR="000961B9">
        <w:t>PT Serif</w:t>
      </w:r>
      <w:r w:rsidRPr="000961B9">
        <w:t>, bold, pu</w:t>
      </w:r>
      <w:r w:rsidR="0077676D" w:rsidRPr="000961B9">
        <w:t>r</w:t>
      </w:r>
      <w:r w:rsidRPr="000961B9">
        <w:t xml:space="preserve">ple 100%, 10pt/1.25 lines. Lorem ipsum dolor sit </w:t>
      </w:r>
      <w:proofErr w:type="spellStart"/>
      <w:r w:rsidRPr="000961B9">
        <w:t>amet</w:t>
      </w:r>
      <w:proofErr w:type="spellEnd"/>
      <w:r w:rsidRPr="000961B9">
        <w:t xml:space="preserve">, </w:t>
      </w:r>
      <w:proofErr w:type="spellStart"/>
      <w:r w:rsidRPr="000961B9">
        <w:t>consectetur</w:t>
      </w:r>
      <w:proofErr w:type="spellEnd"/>
      <w:r w:rsidRPr="000961B9">
        <w:t> </w:t>
      </w:r>
    </w:p>
    <w:p w14:paraId="42CC159D" w14:textId="77777777" w:rsidR="00510C96" w:rsidRPr="000961B9" w:rsidRDefault="00510C96" w:rsidP="00510C96">
      <w:pPr>
        <w:pStyle w:val="Question"/>
      </w:pPr>
      <w:r w:rsidRPr="000961B9">
        <w:t xml:space="preserve">       </w:t>
      </w:r>
      <w:proofErr w:type="spellStart"/>
      <w:r w:rsidRPr="000961B9">
        <w:t>adipiscing</w:t>
      </w:r>
      <w:proofErr w:type="spellEnd"/>
      <w:r w:rsidRPr="000961B9">
        <w:t xml:space="preserve"> </w:t>
      </w:r>
      <w:proofErr w:type="spellStart"/>
      <w:r w:rsidRPr="000961B9">
        <w:t>elit</w:t>
      </w:r>
      <w:proofErr w:type="spellEnd"/>
      <w:r w:rsidRPr="000961B9">
        <w:t xml:space="preserve">, sed do </w:t>
      </w:r>
      <w:proofErr w:type="spellStart"/>
      <w:r w:rsidRPr="000961B9">
        <w:t>eiusmod</w:t>
      </w:r>
      <w:proofErr w:type="spellEnd"/>
      <w:r w:rsidRPr="000961B9">
        <w:t xml:space="preserve"> </w:t>
      </w:r>
      <w:proofErr w:type="spellStart"/>
      <w:r w:rsidRPr="000961B9">
        <w:t>tempor</w:t>
      </w:r>
      <w:proofErr w:type="spellEnd"/>
      <w:r w:rsidRPr="000961B9">
        <w:t xml:space="preserve"> </w:t>
      </w:r>
      <w:proofErr w:type="spellStart"/>
      <w:r w:rsidRPr="000961B9">
        <w:t>incididunt</w:t>
      </w:r>
      <w:proofErr w:type="spellEnd"/>
      <w:r w:rsidRPr="000961B9">
        <w:t xml:space="preserve"> </w:t>
      </w:r>
      <w:proofErr w:type="spellStart"/>
      <w:r w:rsidRPr="000961B9">
        <w:t>ut</w:t>
      </w:r>
      <w:proofErr w:type="spellEnd"/>
      <w:r w:rsidRPr="000961B9">
        <w:t xml:space="preserve"> labore et dolore magna </w:t>
      </w:r>
      <w:proofErr w:type="spellStart"/>
      <w:r w:rsidRPr="000961B9">
        <w:t>aliqua</w:t>
      </w:r>
      <w:proofErr w:type="spellEnd"/>
      <w:r w:rsidRPr="000961B9">
        <w:t>. </w:t>
      </w:r>
    </w:p>
    <w:p w14:paraId="2A66065F" w14:textId="77777777" w:rsidR="00510C96" w:rsidRPr="000961B9" w:rsidRDefault="00510C96" w:rsidP="00510C96">
      <w:pPr>
        <w:pStyle w:val="Question"/>
        <w:rPr>
          <w:rFonts w:ascii="Source Sans Pro" w:hAnsi="Source Sans Pro"/>
        </w:rPr>
      </w:pPr>
    </w:p>
    <w:p w14:paraId="270F384A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A:   Answer. </w:t>
      </w:r>
      <w:r w:rsidR="000961B9">
        <w:rPr>
          <w:color w:val="000000" w:themeColor="text1"/>
        </w:rPr>
        <w:t>Source Sans Pro</w:t>
      </w:r>
      <w:r w:rsidR="00F22C87" w:rsidRPr="000961B9">
        <w:rPr>
          <w:color w:val="000000" w:themeColor="text1"/>
        </w:rPr>
        <w:t>, regular, black</w:t>
      </w:r>
      <w:r w:rsidR="0077676D" w:rsidRPr="000961B9">
        <w:rPr>
          <w:color w:val="000000" w:themeColor="text1"/>
        </w:rPr>
        <w:t xml:space="preserve"> 10</w:t>
      </w:r>
      <w:r w:rsidR="00F22C87" w:rsidRPr="000961B9">
        <w:rPr>
          <w:color w:val="000000" w:themeColor="text1"/>
        </w:rPr>
        <w:t>0% 10pt/</w:t>
      </w:r>
      <w:r w:rsidRPr="000961B9">
        <w:rPr>
          <w:color w:val="000000" w:themeColor="text1"/>
        </w:rPr>
        <w:t xml:space="preserve">1.25 lines. Lorem ipsum dolor sit </w:t>
      </w:r>
      <w:proofErr w:type="spellStart"/>
      <w:r w:rsidRPr="000961B9">
        <w:rPr>
          <w:color w:val="000000" w:themeColor="text1"/>
        </w:rPr>
        <w:t>amet</w:t>
      </w:r>
      <w:proofErr w:type="spellEnd"/>
      <w:r w:rsidRPr="000961B9">
        <w:rPr>
          <w:color w:val="000000" w:themeColor="text1"/>
        </w:rPr>
        <w:t xml:space="preserve">, </w:t>
      </w:r>
      <w:proofErr w:type="spellStart"/>
      <w:r w:rsidRPr="000961B9">
        <w:rPr>
          <w:color w:val="000000" w:themeColor="text1"/>
        </w:rPr>
        <w:t>consectetur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adipiscing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elit</w:t>
      </w:r>
      <w:proofErr w:type="spellEnd"/>
      <w:r w:rsidRPr="000961B9">
        <w:rPr>
          <w:color w:val="000000" w:themeColor="text1"/>
        </w:rPr>
        <w:t>, sed do </w:t>
      </w:r>
    </w:p>
    <w:p w14:paraId="0DEF3731" w14:textId="77777777" w:rsidR="00510C96" w:rsidRPr="000961B9" w:rsidRDefault="00510C96" w:rsidP="00510C96">
      <w:pPr>
        <w:pStyle w:val="Answer"/>
        <w:rPr>
          <w:color w:val="000000" w:themeColor="text1"/>
        </w:rPr>
      </w:pPr>
      <w:r w:rsidRPr="000961B9">
        <w:rPr>
          <w:color w:val="000000" w:themeColor="text1"/>
        </w:rPr>
        <w:t xml:space="preserve">       </w:t>
      </w:r>
      <w:proofErr w:type="spellStart"/>
      <w:r w:rsidRPr="000961B9">
        <w:rPr>
          <w:color w:val="000000" w:themeColor="text1"/>
        </w:rPr>
        <w:t>eiusmod</w:t>
      </w:r>
      <w:proofErr w:type="spellEnd"/>
      <w:r w:rsidRPr="000961B9">
        <w:rPr>
          <w:color w:val="000000" w:themeColor="text1"/>
        </w:rPr>
        <w:t xml:space="preserve"> </w:t>
      </w:r>
      <w:proofErr w:type="spellStart"/>
      <w:proofErr w:type="gramStart"/>
      <w:r w:rsidRPr="000961B9">
        <w:rPr>
          <w:color w:val="000000" w:themeColor="text1"/>
        </w:rPr>
        <w:t>tempor</w:t>
      </w:r>
      <w:proofErr w:type="spellEnd"/>
      <w:r w:rsidRPr="000961B9">
        <w:rPr>
          <w:color w:val="000000" w:themeColor="text1"/>
        </w:rPr>
        <w:t xml:space="preserve">  </w:t>
      </w:r>
      <w:proofErr w:type="spellStart"/>
      <w:r w:rsidRPr="000961B9">
        <w:rPr>
          <w:color w:val="000000" w:themeColor="text1"/>
        </w:rPr>
        <w:t>incididunt</w:t>
      </w:r>
      <w:proofErr w:type="spellEnd"/>
      <w:proofErr w:type="gramEnd"/>
      <w:r w:rsidRPr="000961B9">
        <w:rPr>
          <w:color w:val="000000" w:themeColor="text1"/>
        </w:rPr>
        <w:t xml:space="preserve"> </w:t>
      </w:r>
      <w:proofErr w:type="spellStart"/>
      <w:r w:rsidRPr="000961B9">
        <w:rPr>
          <w:color w:val="000000" w:themeColor="text1"/>
        </w:rPr>
        <w:t>ut</w:t>
      </w:r>
      <w:proofErr w:type="spellEnd"/>
      <w:r w:rsidRPr="000961B9">
        <w:rPr>
          <w:color w:val="000000" w:themeColor="text1"/>
        </w:rPr>
        <w:t xml:space="preserve"> labore et dolore magna </w:t>
      </w:r>
      <w:proofErr w:type="spellStart"/>
      <w:r w:rsidRPr="000961B9">
        <w:rPr>
          <w:color w:val="000000" w:themeColor="text1"/>
        </w:rPr>
        <w:t>aliqua</w:t>
      </w:r>
      <w:proofErr w:type="spellEnd"/>
      <w:r w:rsidRPr="000961B9">
        <w:rPr>
          <w:color w:val="000000" w:themeColor="text1"/>
        </w:rPr>
        <w:t>.</w:t>
      </w:r>
    </w:p>
    <w:p w14:paraId="2D251125" w14:textId="77777777" w:rsidR="00510C96" w:rsidRPr="000961B9" w:rsidRDefault="00510C96" w:rsidP="00510C96">
      <w:pPr>
        <w:pStyle w:val="BodyCopyIndent"/>
        <w:rPr>
          <w:color w:val="000000" w:themeColor="text1"/>
        </w:rPr>
      </w:pPr>
      <w:r w:rsidRPr="000961B9">
        <w:rPr>
          <w:color w:val="000000" w:themeColor="text1"/>
        </w:rPr>
        <w:t>       Features:</w:t>
      </w:r>
    </w:p>
    <w:p w14:paraId="020F70B7" w14:textId="77777777" w:rsidR="00510C96" w:rsidRPr="000961B9" w:rsidRDefault="00510C96" w:rsidP="00510C96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1</w:t>
      </w:r>
    </w:p>
    <w:p w14:paraId="2563DFC5" w14:textId="77777777" w:rsidR="0031445D" w:rsidRPr="000961B9" w:rsidRDefault="00510C96" w:rsidP="006464CF">
      <w:pPr>
        <w:pStyle w:val="Bullet"/>
        <w:rPr>
          <w:color w:val="000000" w:themeColor="text1"/>
        </w:rPr>
      </w:pPr>
      <w:r w:rsidRPr="000961B9">
        <w:rPr>
          <w:color w:val="000000" w:themeColor="text1"/>
        </w:rPr>
        <w:t>Bullet 2</w:t>
      </w:r>
    </w:p>
    <w:sectPr w:rsidR="0031445D" w:rsidRPr="000961B9" w:rsidSect="00D277D3">
      <w:headerReference w:type="first" r:id="rId15"/>
      <w:pgSz w:w="12240" w:h="15840"/>
      <w:pgMar w:top="1800" w:right="720" w:bottom="648" w:left="72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E9AB5" w14:textId="77777777" w:rsidR="004B2CC5" w:rsidRDefault="004B2CC5" w:rsidP="006B2B27">
      <w:r>
        <w:separator/>
      </w:r>
    </w:p>
    <w:p w14:paraId="50F1BE43" w14:textId="77777777" w:rsidR="004B2CC5" w:rsidRDefault="004B2CC5" w:rsidP="006B2B27"/>
  </w:endnote>
  <w:endnote w:type="continuationSeparator" w:id="0">
    <w:p w14:paraId="20B5965F" w14:textId="77777777" w:rsidR="004B2CC5" w:rsidRDefault="004B2CC5" w:rsidP="006B2B27">
      <w:r>
        <w:continuationSeparator/>
      </w:r>
    </w:p>
    <w:p w14:paraId="71568331" w14:textId="77777777" w:rsidR="004B2CC5" w:rsidRDefault="004B2CC5" w:rsidP="006B2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1644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F0312" w14:textId="77777777" w:rsidR="009B1B51" w:rsidRDefault="009F6313" w:rsidP="009F6313">
        <w:pPr>
          <w:pStyle w:val="Footer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47F5E5B4" wp14:editId="3F7A044E">
              <wp:simplePos x="0" y="0"/>
              <wp:positionH relativeFrom="margin">
                <wp:align>center</wp:align>
              </wp:positionH>
              <wp:positionV relativeFrom="page">
                <wp:posOffset>9372600</wp:posOffset>
              </wp:positionV>
              <wp:extent cx="1810512" cy="246888"/>
              <wp:effectExtent l="0" t="0" r="0" b="7620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thenahealth logo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10512" cy="24688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26490">
          <w:t xml:space="preserve">311 Arsenal Street Watertown, MA </w:t>
        </w:r>
        <w:proofErr w:type="gramStart"/>
        <w:r w:rsidRPr="00D26490">
          <w:t>02472</w:t>
        </w:r>
        <w:r w:rsidRPr="00D26490">
          <w:rPr>
            <w:rStyle w:val="apple-converted-space"/>
          </w:rPr>
          <w:t xml:space="preserve">  </w:t>
        </w:r>
        <w:r w:rsidRPr="00D26490">
          <w:t>•</w:t>
        </w:r>
        <w:proofErr w:type="gramEnd"/>
        <w:r w:rsidRPr="00D26490">
          <w:rPr>
            <w:rStyle w:val="apple-converted-space"/>
          </w:rPr>
          <w:t xml:space="preserve">  </w:t>
        </w:r>
        <w:r w:rsidRPr="00D26490">
          <w:t>617.402.1000</w:t>
        </w:r>
        <w:r w:rsidRPr="00D26490">
          <w:rPr>
            <w:rStyle w:val="apple-converted-space"/>
          </w:rPr>
          <w:t xml:space="preserve">  </w:t>
        </w:r>
        <w:r w:rsidRPr="00D26490">
          <w:t>•</w:t>
        </w:r>
        <w:r w:rsidRPr="00D26490">
          <w:rPr>
            <w:rStyle w:val="apple-converted-space"/>
          </w:rPr>
          <w:t xml:space="preserve">  </w:t>
        </w:r>
        <w:r w:rsidRPr="00D26490">
          <w:t>athenahealth.com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BD6E" w14:textId="510C3302" w:rsidR="008F4694" w:rsidRDefault="00E82EB6" w:rsidP="006B2B27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719CCA7" wp14:editId="594889E3">
          <wp:simplePos x="0" y="0"/>
          <wp:positionH relativeFrom="margin">
            <wp:align>center</wp:align>
          </wp:positionH>
          <wp:positionV relativeFrom="page">
            <wp:posOffset>9318704</wp:posOffset>
          </wp:positionV>
          <wp:extent cx="2098610" cy="2921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29" b="19097"/>
                  <a:stretch/>
                </pic:blipFill>
                <pic:spPr bwMode="auto">
                  <a:xfrm>
                    <a:off x="0" y="0"/>
                    <a:ext cx="2098610" cy="29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823246" w14:textId="5D3B8FE5" w:rsidR="008F4694" w:rsidRDefault="008F4694" w:rsidP="006B2B27">
    <w:pPr>
      <w:pStyle w:val="Footer"/>
    </w:pPr>
  </w:p>
  <w:p w14:paraId="0ACF9773" w14:textId="77777777" w:rsidR="008F4694" w:rsidRDefault="008F4694" w:rsidP="006B2B27">
    <w:pPr>
      <w:pStyle w:val="Footer"/>
    </w:pPr>
  </w:p>
  <w:p w14:paraId="58F1DF75" w14:textId="77777777" w:rsidR="00D26490" w:rsidRPr="00861E3F" w:rsidRDefault="00D26490" w:rsidP="006B2B27">
    <w:pPr>
      <w:pStyle w:val="Footer"/>
      <w:rPr>
        <w:color w:val="808080" w:themeColor="background1" w:themeShade="80"/>
      </w:rPr>
    </w:pPr>
    <w:r w:rsidRPr="00861E3F">
      <w:rPr>
        <w:color w:val="808080" w:themeColor="background1" w:themeShade="80"/>
      </w:rPr>
      <w:t xml:space="preserve">311 Arsenal Street Watertown, MA </w:t>
    </w:r>
    <w:proofErr w:type="gramStart"/>
    <w:r w:rsidRPr="00861E3F">
      <w:rPr>
        <w:color w:val="808080" w:themeColor="background1" w:themeShade="80"/>
      </w:rPr>
      <w:t>02472</w:t>
    </w:r>
    <w:r w:rsidRPr="00861E3F">
      <w:rPr>
        <w:rStyle w:val="apple-converted-space"/>
        <w:color w:val="808080" w:themeColor="background1" w:themeShade="80"/>
      </w:rPr>
      <w:t xml:space="preserve">  </w:t>
    </w:r>
    <w:r w:rsidRPr="00861E3F">
      <w:rPr>
        <w:color w:val="808080" w:themeColor="background1" w:themeShade="80"/>
      </w:rPr>
      <w:t>•</w:t>
    </w:r>
    <w:proofErr w:type="gramEnd"/>
    <w:r w:rsidRPr="00861E3F">
      <w:rPr>
        <w:rStyle w:val="apple-converted-space"/>
        <w:color w:val="808080" w:themeColor="background1" w:themeShade="80"/>
      </w:rPr>
      <w:t xml:space="preserve">  </w:t>
    </w:r>
    <w:r w:rsidRPr="00861E3F">
      <w:rPr>
        <w:color w:val="808080" w:themeColor="background1" w:themeShade="80"/>
      </w:rPr>
      <w:t>617.402.1000</w:t>
    </w:r>
    <w:r w:rsidRPr="00861E3F">
      <w:rPr>
        <w:rStyle w:val="apple-converted-space"/>
        <w:color w:val="808080" w:themeColor="background1" w:themeShade="80"/>
      </w:rPr>
      <w:t xml:space="preserve">  </w:t>
    </w:r>
    <w:r w:rsidRPr="00861E3F">
      <w:rPr>
        <w:color w:val="808080" w:themeColor="background1" w:themeShade="80"/>
      </w:rPr>
      <w:t>•</w:t>
    </w:r>
    <w:r w:rsidRPr="00861E3F">
      <w:rPr>
        <w:rStyle w:val="apple-converted-space"/>
        <w:color w:val="808080" w:themeColor="background1" w:themeShade="80"/>
      </w:rPr>
      <w:t xml:space="preserve">  </w:t>
    </w:r>
    <w:r w:rsidRPr="00861E3F">
      <w:rPr>
        <w:color w:val="808080" w:themeColor="background1" w:themeShade="80"/>
      </w:rPr>
      <w:t>athenahealth.com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F66C0" w14:textId="77777777" w:rsidR="004B2CC5" w:rsidRDefault="004B2CC5" w:rsidP="006B2B27">
      <w:r>
        <w:separator/>
      </w:r>
    </w:p>
    <w:p w14:paraId="7445BAB3" w14:textId="77777777" w:rsidR="004B2CC5" w:rsidRDefault="004B2CC5" w:rsidP="006B2B27"/>
  </w:footnote>
  <w:footnote w:type="continuationSeparator" w:id="0">
    <w:p w14:paraId="6A7DB65F" w14:textId="77777777" w:rsidR="004B2CC5" w:rsidRDefault="004B2CC5" w:rsidP="006B2B27">
      <w:r>
        <w:continuationSeparator/>
      </w:r>
    </w:p>
    <w:p w14:paraId="73CA4AE7" w14:textId="77777777" w:rsidR="004B2CC5" w:rsidRDefault="004B2CC5" w:rsidP="006B2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9408" w14:textId="77777777" w:rsidR="00C42294" w:rsidRPr="00C42294" w:rsidRDefault="00C42294" w:rsidP="00C42294">
    <w:pPr>
      <w:pStyle w:val="p1"/>
      <w:tabs>
        <w:tab w:val="right" w:pos="10800"/>
      </w:tabs>
      <w:jc w:val="both"/>
      <w:rPr>
        <w:color w:val="623E96"/>
        <w:sz w:val="20"/>
        <w:szCs w:val="20"/>
      </w:rPr>
    </w:pPr>
    <w:r w:rsidRPr="00F416DF">
      <w:rPr>
        <w:b/>
        <w:bCs/>
        <w:color w:val="623E96"/>
        <w:sz w:val="32"/>
        <w:szCs w:val="32"/>
      </w:rPr>
      <w:t>Secondary page</w:t>
    </w:r>
    <w:r>
      <w:rPr>
        <w:b/>
        <w:bCs/>
        <w:color w:val="623E96"/>
        <w:sz w:val="32"/>
        <w:szCs w:val="32"/>
      </w:rPr>
      <w:t xml:space="preserve"> header</w:t>
    </w:r>
    <w:r w:rsidRPr="00F416DF">
      <w:rPr>
        <w:b/>
        <w:bCs/>
        <w:color w:val="623E96"/>
        <w:sz w:val="32"/>
        <w:szCs w:val="32"/>
      </w:rPr>
      <w:t>, 16pt</w:t>
    </w:r>
    <w:r w:rsidRPr="00F416DF">
      <w:rPr>
        <w:b/>
        <w:bCs/>
      </w:rPr>
      <w:t xml:space="preserve"> </w:t>
    </w:r>
    <w:r>
      <w:rPr>
        <w:b/>
        <w:bCs/>
      </w:rPr>
      <w:tab/>
    </w:r>
    <w:r w:rsidRPr="00F416DF">
      <w:rPr>
        <w:b/>
        <w:bCs/>
        <w:color w:val="623E96"/>
        <w:sz w:val="20"/>
        <w:szCs w:val="20"/>
      </w:rPr>
      <w:t>division or program 10pt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2200" w14:textId="77777777" w:rsidR="0001549E" w:rsidRPr="0001549E" w:rsidRDefault="0001549E" w:rsidP="0001549E">
    <w:pPr>
      <w:pStyle w:val="p1"/>
      <w:tabs>
        <w:tab w:val="right" w:pos="10800"/>
      </w:tabs>
      <w:jc w:val="both"/>
      <w:rPr>
        <w:color w:val="623E96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465F8" w14:textId="77777777" w:rsidR="00D277D3" w:rsidRPr="006C08A3" w:rsidRDefault="00D277D3" w:rsidP="0001549E">
    <w:pPr>
      <w:pStyle w:val="p1"/>
      <w:tabs>
        <w:tab w:val="right" w:pos="10800"/>
      </w:tabs>
      <w:jc w:val="both"/>
      <w:rPr>
        <w:rFonts w:ascii="PT Serif" w:hAnsi="PT Serif"/>
        <w:color w:val="623E96"/>
        <w:sz w:val="20"/>
        <w:szCs w:val="20"/>
      </w:rPr>
    </w:pPr>
    <w:r w:rsidRPr="006C08A3">
      <w:rPr>
        <w:rFonts w:ascii="PT Serif" w:hAnsi="PT Serif"/>
        <w:b/>
        <w:bCs/>
        <w:color w:val="623E96"/>
        <w:sz w:val="32"/>
        <w:szCs w:val="32"/>
      </w:rPr>
      <w:t>Secondary page header, 16pt</w:t>
    </w:r>
    <w:r w:rsidRPr="006C08A3">
      <w:rPr>
        <w:rFonts w:ascii="PT Serif" w:hAnsi="PT Serif"/>
        <w:b/>
        <w:bCs/>
      </w:rPr>
      <w:t xml:space="preserve"> </w:t>
    </w:r>
    <w:r w:rsidRPr="006C08A3">
      <w:rPr>
        <w:rFonts w:ascii="PT Serif" w:hAnsi="PT Serif"/>
        <w:b/>
        <w:bCs/>
      </w:rPr>
      <w:tab/>
    </w:r>
    <w:r w:rsidRPr="006C08A3">
      <w:rPr>
        <w:rFonts w:ascii="PT Serif" w:hAnsi="PT Serif"/>
        <w:b/>
        <w:bCs/>
        <w:color w:val="623E96"/>
        <w:sz w:val="20"/>
        <w:szCs w:val="20"/>
      </w:rPr>
      <w:t>division or program 10pt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A2629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21078"/>
    <w:multiLevelType w:val="hybridMultilevel"/>
    <w:tmpl w:val="8408CFC4"/>
    <w:lvl w:ilvl="0" w:tplc="4F502D8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A5775"/>
    <w:multiLevelType w:val="hybridMultilevel"/>
    <w:tmpl w:val="6E9843DA"/>
    <w:lvl w:ilvl="0" w:tplc="82EC075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946"/>
    <w:rsid w:val="00005FE2"/>
    <w:rsid w:val="0001549E"/>
    <w:rsid w:val="00015CB7"/>
    <w:rsid w:val="000914D6"/>
    <w:rsid w:val="000961B9"/>
    <w:rsid w:val="000B42D9"/>
    <w:rsid w:val="000F3D33"/>
    <w:rsid w:val="00103746"/>
    <w:rsid w:val="001A5946"/>
    <w:rsid w:val="001E2F4B"/>
    <w:rsid w:val="002358C1"/>
    <w:rsid w:val="00243469"/>
    <w:rsid w:val="00247A01"/>
    <w:rsid w:val="00260143"/>
    <w:rsid w:val="002B7F20"/>
    <w:rsid w:val="0031368C"/>
    <w:rsid w:val="0031445D"/>
    <w:rsid w:val="003B5830"/>
    <w:rsid w:val="00415335"/>
    <w:rsid w:val="0042009C"/>
    <w:rsid w:val="00422634"/>
    <w:rsid w:val="004B2CC5"/>
    <w:rsid w:val="00510C96"/>
    <w:rsid w:val="00541862"/>
    <w:rsid w:val="005B7B14"/>
    <w:rsid w:val="005D62C3"/>
    <w:rsid w:val="005E3F6A"/>
    <w:rsid w:val="006039C3"/>
    <w:rsid w:val="006338A9"/>
    <w:rsid w:val="00635C8C"/>
    <w:rsid w:val="006464CF"/>
    <w:rsid w:val="00657D4A"/>
    <w:rsid w:val="006B2B27"/>
    <w:rsid w:val="006C08A3"/>
    <w:rsid w:val="006C45E1"/>
    <w:rsid w:val="00702702"/>
    <w:rsid w:val="00740CC0"/>
    <w:rsid w:val="0074231C"/>
    <w:rsid w:val="00750954"/>
    <w:rsid w:val="007541D9"/>
    <w:rsid w:val="0077676D"/>
    <w:rsid w:val="00780A8D"/>
    <w:rsid w:val="007852A1"/>
    <w:rsid w:val="007F37FE"/>
    <w:rsid w:val="00831B20"/>
    <w:rsid w:val="008448D6"/>
    <w:rsid w:val="00861E3F"/>
    <w:rsid w:val="00894760"/>
    <w:rsid w:val="008B7F24"/>
    <w:rsid w:val="008F2B9F"/>
    <w:rsid w:val="008F4694"/>
    <w:rsid w:val="009403D4"/>
    <w:rsid w:val="009900D0"/>
    <w:rsid w:val="009B1B51"/>
    <w:rsid w:val="009C2B45"/>
    <w:rsid w:val="009D5CED"/>
    <w:rsid w:val="009F42A2"/>
    <w:rsid w:val="009F6313"/>
    <w:rsid w:val="00A36813"/>
    <w:rsid w:val="00A43847"/>
    <w:rsid w:val="00A47E52"/>
    <w:rsid w:val="00A533BB"/>
    <w:rsid w:val="00A60462"/>
    <w:rsid w:val="00A81F9E"/>
    <w:rsid w:val="00A83CE5"/>
    <w:rsid w:val="00B134DD"/>
    <w:rsid w:val="00B2097F"/>
    <w:rsid w:val="00B76837"/>
    <w:rsid w:val="00BE2096"/>
    <w:rsid w:val="00BF1CFB"/>
    <w:rsid w:val="00C215DB"/>
    <w:rsid w:val="00C3297A"/>
    <w:rsid w:val="00C42294"/>
    <w:rsid w:val="00D05EFC"/>
    <w:rsid w:val="00D12142"/>
    <w:rsid w:val="00D17B86"/>
    <w:rsid w:val="00D26490"/>
    <w:rsid w:val="00D277D3"/>
    <w:rsid w:val="00DA55AC"/>
    <w:rsid w:val="00DD32A3"/>
    <w:rsid w:val="00DD3BC0"/>
    <w:rsid w:val="00DD621E"/>
    <w:rsid w:val="00E16185"/>
    <w:rsid w:val="00E731ED"/>
    <w:rsid w:val="00E82EB6"/>
    <w:rsid w:val="00EE75DB"/>
    <w:rsid w:val="00EF0333"/>
    <w:rsid w:val="00F22C87"/>
    <w:rsid w:val="00F416DF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6574F"/>
  <w15:chartTrackingRefBased/>
  <w15:docId w15:val="{B382002B-07CA-43B2-8678-55CF0E5DD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C08A3"/>
    <w:pPr>
      <w:spacing w:after="0" w:line="300" w:lineRule="auto"/>
    </w:pPr>
    <w:rPr>
      <w:rFonts w:ascii="Source Sans Pro" w:hAnsi="Source Sans Pro" w:cs="Times New Roman"/>
      <w:color w:val="auto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rsid w:val="001A5946"/>
    <w:pPr>
      <w:keepNext/>
      <w:keepLines/>
      <w:pBdr>
        <w:bottom w:val="single" w:sz="12" w:space="12" w:color="589C48" w:themeColor="accent4"/>
      </w:pBdr>
      <w:spacing w:before="460" w:after="480"/>
      <w:outlineLvl w:val="0"/>
    </w:pPr>
    <w:rPr>
      <w:rFonts w:ascii="PT Serif" w:eastAsiaTheme="majorEastAsia" w:hAnsi="PT Serif" w:cstheme="majorBidi"/>
      <w:color w:val="B4005B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5946"/>
    <w:pPr>
      <w:keepNext/>
      <w:keepLines/>
      <w:spacing w:before="460"/>
      <w:outlineLvl w:val="1"/>
    </w:pPr>
    <w:rPr>
      <w:rFonts w:ascii="PT Serif" w:eastAsiaTheme="majorEastAsia" w:hAnsi="PT Serif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A5946"/>
    <w:rPr>
      <w:rFonts w:ascii="PT Serif" w:eastAsiaTheme="majorEastAsia" w:hAnsi="PT Serif" w:cstheme="majorBidi"/>
      <w:color w:val="B4005B" w:themeColor="accent1"/>
      <w:sz w:val="40"/>
      <w:szCs w:val="32"/>
      <w:lang w:eastAsia="zh-CN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  <w:rsid w:val="001A5946"/>
    <w:pPr>
      <w:spacing w:line="240" w:lineRule="auto"/>
    </w:pPr>
    <w:rPr>
      <w:rFonts w:ascii="PT Serif" w:hAnsi="PT Serif"/>
      <w:color w:val="4E2D82" w:themeColor="text2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1A5946"/>
    <w:rPr>
      <w:rFonts w:ascii="PT Serif" w:hAnsi="PT Serif" w:cs="Times New Roman"/>
      <w:color w:val="4E2D82" w:themeColor="text2"/>
      <w:sz w:val="48"/>
      <w:szCs w:val="20"/>
      <w:lang w:eastAsia="zh-CN"/>
    </w:rPr>
  </w:style>
  <w:style w:type="paragraph" w:styleId="Footer">
    <w:name w:val="footer"/>
    <w:basedOn w:val="p1"/>
    <w:link w:val="FooterChar"/>
    <w:uiPriority w:val="99"/>
    <w:unhideWhenUsed/>
    <w:qFormat/>
    <w:rsid w:val="001A5946"/>
    <w:rPr>
      <w:rFonts w:ascii="Source Sans Pro" w:hAnsi="Source Sans Pro"/>
      <w:color w:val="auto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A5946"/>
    <w:rPr>
      <w:rFonts w:ascii="Source Sans Pro" w:hAnsi="Source Sans Pro" w:cs="Arial"/>
      <w:color w:val="auto"/>
      <w:sz w:val="16"/>
      <w:szCs w:val="16"/>
      <w:lang w:eastAsia="zh-C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A5946"/>
    <w:rPr>
      <w:rFonts w:ascii="PT Serif" w:eastAsiaTheme="majorEastAsia" w:hAnsi="PT Serif" w:cstheme="majorBidi"/>
      <w:b/>
      <w:color w:val="7F7F7F" w:themeColor="text1" w:themeTint="80"/>
      <w:sz w:val="20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4E2D82" w:themeColor="hyperlink"/>
      <w:u w:val="single"/>
    </w:rPr>
  </w:style>
  <w:style w:type="paragraph" w:customStyle="1" w:styleId="p1">
    <w:name w:val="p1"/>
    <w:basedOn w:val="Normal"/>
    <w:rsid w:val="00D26490"/>
    <w:pPr>
      <w:spacing w:line="240" w:lineRule="auto"/>
      <w:jc w:val="center"/>
    </w:pPr>
    <w:rPr>
      <w:rFonts w:ascii="Arial" w:hAnsi="Arial" w:cs="Arial"/>
      <w:color w:val="808183"/>
      <w:sz w:val="12"/>
      <w:szCs w:val="12"/>
    </w:rPr>
  </w:style>
  <w:style w:type="character" w:customStyle="1" w:styleId="apple-converted-space">
    <w:name w:val="apple-converted-space"/>
    <w:basedOn w:val="DefaultParagraphFont"/>
    <w:rsid w:val="00D26490"/>
  </w:style>
  <w:style w:type="paragraph" w:customStyle="1" w:styleId="p2">
    <w:name w:val="p2"/>
    <w:basedOn w:val="Normal"/>
    <w:rsid w:val="006B2B27"/>
    <w:pPr>
      <w:spacing w:line="240" w:lineRule="auto"/>
    </w:pPr>
    <w:rPr>
      <w:color w:val="808183"/>
      <w:sz w:val="15"/>
      <w:szCs w:val="15"/>
    </w:rPr>
  </w:style>
  <w:style w:type="paragraph" w:customStyle="1" w:styleId="BodyCopy">
    <w:name w:val="Body Copy"/>
    <w:basedOn w:val="Normal"/>
    <w:qFormat/>
    <w:rsid w:val="001A5946"/>
  </w:style>
  <w:style w:type="paragraph" w:customStyle="1" w:styleId="DivisionorProgram">
    <w:name w:val="Division or Program"/>
    <w:basedOn w:val="Normal"/>
    <w:qFormat/>
    <w:rsid w:val="001A5946"/>
    <w:pPr>
      <w:spacing w:line="240" w:lineRule="auto"/>
      <w:jc w:val="center"/>
    </w:pPr>
    <w:rPr>
      <w:rFonts w:ascii="PT Serif" w:hAnsi="PT Serif" w:cs="Arial"/>
      <w:b/>
      <w:bCs/>
      <w:color w:val="4E2D82" w:themeColor="text2"/>
    </w:rPr>
  </w:style>
  <w:style w:type="paragraph" w:customStyle="1" w:styleId="HeaderArial">
    <w:name w:val="Header Arial"/>
    <w:basedOn w:val="Normal"/>
    <w:qFormat/>
    <w:rsid w:val="001A5946"/>
    <w:pPr>
      <w:spacing w:before="200" w:line="360" w:lineRule="auto"/>
      <w:jc w:val="center"/>
    </w:pPr>
    <w:rPr>
      <w:rFonts w:ascii="PT Serif" w:hAnsi="PT Serif" w:cs="Arial"/>
      <w:b/>
      <w:bCs/>
      <w:color w:val="4E2D82" w:themeColor="text2"/>
      <w:sz w:val="42"/>
      <w:szCs w:val="42"/>
    </w:rPr>
  </w:style>
  <w:style w:type="table" w:styleId="TableGrid">
    <w:name w:val="Table Grid"/>
    <w:basedOn w:val="TableNormal"/>
    <w:uiPriority w:val="39"/>
    <w:rsid w:val="00B2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deTitle">
    <w:name w:val="Side Title"/>
    <w:basedOn w:val="Normal"/>
    <w:qFormat/>
    <w:rsid w:val="006C08A3"/>
    <w:pPr>
      <w:spacing w:line="240" w:lineRule="auto"/>
    </w:pPr>
    <w:rPr>
      <w:rFonts w:ascii="PT Serif" w:hAnsi="PT Serif" w:cs="Arial"/>
      <w:b/>
      <w:bCs/>
      <w:color w:val="9C28B1" w:themeColor="accent6"/>
      <w:sz w:val="32"/>
      <w:szCs w:val="32"/>
    </w:rPr>
  </w:style>
  <w:style w:type="paragraph" w:customStyle="1" w:styleId="NumberedList">
    <w:name w:val="Numbered List"/>
    <w:basedOn w:val="BodyCopy"/>
    <w:qFormat/>
    <w:rsid w:val="006C08A3"/>
    <w:pPr>
      <w:numPr>
        <w:numId w:val="6"/>
      </w:numPr>
      <w:ind w:left="340"/>
    </w:pPr>
  </w:style>
  <w:style w:type="paragraph" w:customStyle="1" w:styleId="p3">
    <w:name w:val="p3"/>
    <w:basedOn w:val="Normal"/>
    <w:rsid w:val="006039C3"/>
    <w:pPr>
      <w:spacing w:line="240" w:lineRule="auto"/>
    </w:pPr>
    <w:rPr>
      <w:color w:val="808183"/>
      <w:sz w:val="15"/>
      <w:szCs w:val="15"/>
    </w:rPr>
  </w:style>
  <w:style w:type="paragraph" w:customStyle="1" w:styleId="Bullet">
    <w:name w:val="Bullet"/>
    <w:basedOn w:val="BodyCopy"/>
    <w:qFormat/>
    <w:rsid w:val="001A5946"/>
    <w:pPr>
      <w:numPr>
        <w:numId w:val="7"/>
      </w:numPr>
      <w:ind w:left="974" w:hanging="176"/>
    </w:pPr>
  </w:style>
  <w:style w:type="paragraph" w:customStyle="1" w:styleId="Question">
    <w:name w:val="Question"/>
    <w:basedOn w:val="BodyCopy"/>
    <w:qFormat/>
    <w:rsid w:val="001A5946"/>
    <w:pPr>
      <w:ind w:left="255" w:hanging="270"/>
    </w:pPr>
    <w:rPr>
      <w:rFonts w:ascii="PT Serif" w:hAnsi="PT Serif" w:cs="Arial"/>
      <w:b/>
      <w:color w:val="4E2D82" w:themeColor="text2"/>
    </w:rPr>
  </w:style>
  <w:style w:type="paragraph" w:customStyle="1" w:styleId="BodyCopyIndent">
    <w:name w:val="Body Copy Indent"/>
    <w:basedOn w:val="BodyCopy"/>
    <w:qFormat/>
    <w:rsid w:val="006C08A3"/>
    <w:pPr>
      <w:ind w:left="255"/>
    </w:pPr>
  </w:style>
  <w:style w:type="paragraph" w:customStyle="1" w:styleId="Descriptioncopy">
    <w:name w:val="Description copy"/>
    <w:basedOn w:val="NumberedList"/>
    <w:qFormat/>
    <w:rsid w:val="001A5946"/>
    <w:pPr>
      <w:numPr>
        <w:numId w:val="0"/>
      </w:numPr>
    </w:pPr>
    <w:rPr>
      <w:rFonts w:cs="Arial"/>
      <w:color w:val="4E2D82" w:themeColor="text2"/>
      <w:sz w:val="16"/>
      <w:szCs w:val="16"/>
    </w:rPr>
  </w:style>
  <w:style w:type="character" w:customStyle="1" w:styleId="s1">
    <w:name w:val="s1"/>
    <w:basedOn w:val="DefaultParagraphFont"/>
    <w:rsid w:val="0031445D"/>
    <w:rPr>
      <w:u w:val="single"/>
    </w:rPr>
  </w:style>
  <w:style w:type="paragraph" w:customStyle="1" w:styleId="CTA">
    <w:name w:val="CTA"/>
    <w:basedOn w:val="Normal"/>
    <w:qFormat/>
    <w:rsid w:val="00A60462"/>
    <w:pPr>
      <w:spacing w:line="240" w:lineRule="auto"/>
      <w:ind w:left="2340"/>
    </w:pPr>
    <w:rPr>
      <w:color w:val="5F5F5F"/>
      <w:u w:val="single"/>
    </w:rPr>
  </w:style>
  <w:style w:type="paragraph" w:customStyle="1" w:styleId="Answer">
    <w:name w:val="Answer"/>
    <w:basedOn w:val="BodyCopy"/>
    <w:qFormat/>
    <w:rsid w:val="001A5946"/>
    <w:pPr>
      <w:ind w:left="255" w:hanging="255"/>
    </w:pPr>
  </w:style>
  <w:style w:type="character" w:customStyle="1" w:styleId="apple-tab-span">
    <w:name w:val="apple-tab-span"/>
    <w:basedOn w:val="DefaultParagraphFont"/>
    <w:rsid w:val="00510C96"/>
  </w:style>
  <w:style w:type="paragraph" w:customStyle="1" w:styleId="SecondPageHeader">
    <w:name w:val="Second Page Header"/>
    <w:qFormat/>
    <w:rsid w:val="006C08A3"/>
    <w:rPr>
      <w:rFonts w:ascii="PT Serif" w:hAnsi="PT Serif" w:cs="Times New Roman"/>
      <w:b/>
      <w:color w:val="4E2D82" w:themeColor="text2"/>
      <w:sz w:val="3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kelley\AppData\Roaming\Microsoft\Templates\FAQ%20Refreshed.dotx" TargetMode="External"/></Relationships>
</file>

<file path=word/theme/theme1.xml><?xml version="1.0" encoding="utf-8"?>
<a:theme xmlns:a="http://schemas.openxmlformats.org/drawingml/2006/main" name="athenahealth 2018">
  <a:themeElements>
    <a:clrScheme name="athenahealth">
      <a:dk1>
        <a:srgbClr val="000000"/>
      </a:dk1>
      <a:lt1>
        <a:srgbClr val="FFFFFF"/>
      </a:lt1>
      <a:dk2>
        <a:srgbClr val="4E2D82"/>
      </a:dk2>
      <a:lt2>
        <a:srgbClr val="F2ECDE"/>
      </a:lt2>
      <a:accent1>
        <a:srgbClr val="B4005B"/>
      </a:accent1>
      <a:accent2>
        <a:srgbClr val="5AB7CE"/>
      </a:accent2>
      <a:accent3>
        <a:srgbClr val="F3A61C"/>
      </a:accent3>
      <a:accent4>
        <a:srgbClr val="589C48"/>
      </a:accent4>
      <a:accent5>
        <a:srgbClr val="0466B4"/>
      </a:accent5>
      <a:accent6>
        <a:srgbClr val="9C28B1"/>
      </a:accent6>
      <a:hlink>
        <a:srgbClr val="4E2D82"/>
      </a:hlink>
      <a:folHlink>
        <a:srgbClr val="0466B4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henahealth 2018" id="{980EF434-FFAA-4744-AC8B-12D91C9FA0A5}" vid="{612512BC-F515-C349-8CBD-4651B86DCAD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CF2BAF3A29B498E5D909624E0E4E5" ma:contentTypeVersion="10" ma:contentTypeDescription="Create a new document." ma:contentTypeScope="" ma:versionID="eaa2ebdd0ddbb521851b9f657564b165">
  <xsd:schema xmlns:xsd="http://www.w3.org/2001/XMLSchema" xmlns:xs="http://www.w3.org/2001/XMLSchema" xmlns:p="http://schemas.microsoft.com/office/2006/metadata/properties" xmlns:ns2="67699f6f-483d-4db0-aef3-52f368cfef95" targetNamespace="http://schemas.microsoft.com/office/2006/metadata/properties" ma:root="true" ma:fieldsID="3c38fb360d1aa700850c7cc3e9c67725" ns2:_="">
    <xsd:import namespace="67699f6f-483d-4db0-aef3-52f368cfe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99f6f-483d-4db0-aef3-52f368cfe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C21FDD-D5CA-418F-B8EA-BA0C78D00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D3B02-7D37-464E-8417-64D7A7EE3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7FE3B1-C7C1-46D0-8948-1105340A7C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17C9DB-4B46-420C-B787-12591EB3A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99f6f-483d-4db0-aef3-52f368cfe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FAQ Refreshed</Template>
  <TotalTime>29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athenahealth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Kelley</dc:creator>
  <cp:keywords/>
  <dc:description/>
  <cp:lastModifiedBy>Caroline Kelley</cp:lastModifiedBy>
  <cp:revision>4</cp:revision>
  <dcterms:created xsi:type="dcterms:W3CDTF">2021-09-27T18:31:00Z</dcterms:created>
  <dcterms:modified xsi:type="dcterms:W3CDTF">2021-09-29T15:21:00Z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TF10002051</vt:lpwstr>
  </property>
  <property fmtid="{D5CDD505-2E9C-101B-9397-08002B2CF9AE}" pid="3" name="ContentTypeId">
    <vt:lpwstr>0x010100F65CF2BAF3A29B498E5D909624E0E4E5</vt:lpwstr>
  </property>
</Properties>
</file>